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DEFA" w14:textId="77777777" w:rsidR="00152CDF" w:rsidRDefault="00152CDF"/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00D9793C">
        <w:trPr>
          <w:trHeight w:val="1899"/>
        </w:trPr>
        <w:tc>
          <w:tcPr>
            <w:tcW w:w="9464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A4528E3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3A3E4E54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5BE6DA46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007463">
              <w:rPr>
                <w:b/>
                <w:noProof/>
                <w:sz w:val="24"/>
              </w:rPr>
              <w:t>9</w:t>
            </w:r>
          </w:p>
          <w:p w14:paraId="4022174D" w14:textId="7F0A77FD" w:rsidR="00D9793C" w:rsidRPr="00D9793C" w:rsidRDefault="00A4752A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Angaben des Anbieters</w:t>
            </w:r>
            <w:r w:rsidR="00B418B5">
              <w:rPr>
                <w:b/>
                <w:noProof/>
                <w:sz w:val="24"/>
              </w:rPr>
              <w:t xml:space="preserve"> – </w:t>
            </w:r>
            <w:r w:rsidR="00C47554">
              <w:rPr>
                <w:b/>
                <w:noProof/>
                <w:sz w:val="24"/>
              </w:rPr>
              <w:t>Fachkompetenz fü</w:t>
            </w:r>
            <w:r w:rsidR="005C7F3E">
              <w:rPr>
                <w:b/>
                <w:noProof/>
                <w:sz w:val="24"/>
              </w:rPr>
              <w:t>r</w:t>
            </w:r>
            <w:r w:rsidR="00C47554">
              <w:rPr>
                <w:b/>
                <w:noProof/>
                <w:sz w:val="24"/>
              </w:rPr>
              <w:t xml:space="preserve"> die</w:t>
            </w:r>
            <w:r w:rsidR="00612942">
              <w:rPr>
                <w:b/>
                <w:noProof/>
                <w:sz w:val="24"/>
              </w:rPr>
              <w:t xml:space="preserve"> Prüfung der Zuschlagskriterien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55A784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AC5407E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C47EF8D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EBDBC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FF66BC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B905D0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C4D727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22D1D9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7D411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B1376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2A6DEE2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6C138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DA638A1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32924A2" w14:textId="77777777" w:rsidR="00130775" w:rsidRDefault="00130775" w:rsidP="00152CDF">
            <w:pPr>
              <w:rPr>
                <w:b/>
                <w:noProof/>
                <w:sz w:val="24"/>
              </w:rPr>
            </w:pPr>
          </w:p>
          <w:p w14:paraId="4DB375B4" w14:textId="77777777" w:rsidR="00130775" w:rsidRDefault="00130775" w:rsidP="00152CDF">
            <w:pPr>
              <w:rPr>
                <w:b/>
                <w:noProof/>
                <w:sz w:val="24"/>
              </w:rPr>
            </w:pPr>
          </w:p>
          <w:p w14:paraId="6562F4FD" w14:textId="77777777" w:rsidR="00130775" w:rsidRDefault="00130775" w:rsidP="00152CDF">
            <w:pPr>
              <w:rPr>
                <w:b/>
                <w:noProof/>
                <w:sz w:val="24"/>
              </w:rPr>
            </w:pPr>
          </w:p>
          <w:p w14:paraId="040D6034" w14:textId="77777777" w:rsidR="00130775" w:rsidRDefault="00130775" w:rsidP="00152CDF">
            <w:pPr>
              <w:rPr>
                <w:b/>
                <w:noProof/>
                <w:sz w:val="24"/>
              </w:rPr>
            </w:pPr>
          </w:p>
          <w:p w14:paraId="6BF9CC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C86D7F7" w14:textId="38BFBE47" w:rsidR="00152CDF" w:rsidRDefault="00E25EF3" w:rsidP="00130775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fldChar w:fldCharType="begin">
                <w:ffData>
                  <w:name w:val="Version_Datum"/>
                  <w:enabled/>
                  <w:calcOnExit w:val="0"/>
                  <w:textInput>
                    <w:default w:val="Version 2.0 vom 31.03.2025"/>
                  </w:textInput>
                </w:ffData>
              </w:fldChar>
            </w:r>
            <w:bookmarkStart w:id="0" w:name="Version_Datum"/>
            <w:r>
              <w:rPr>
                <w:b/>
                <w:noProof/>
                <w:sz w:val="24"/>
              </w:rPr>
              <w:instrText xml:space="preserve"> FORMTEXT </w:instrText>
            </w:r>
            <w:r>
              <w:rPr>
                <w:b/>
                <w:noProof/>
                <w:sz w:val="24"/>
              </w:rPr>
            </w:r>
            <w:r>
              <w:rPr>
                <w:b/>
                <w:noProof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Version 2.0 vom 31.03.2025</w:t>
            </w:r>
            <w:r>
              <w:rPr>
                <w:b/>
                <w:noProof/>
                <w:sz w:val="24"/>
              </w:rPr>
              <w:fldChar w:fldCharType="end"/>
            </w:r>
            <w:bookmarkEnd w:id="0"/>
          </w:p>
          <w:p w14:paraId="0E0BC7E8" w14:textId="7F105B1D" w:rsidR="00130775" w:rsidRDefault="00130775" w:rsidP="00130775"/>
        </w:tc>
      </w:tr>
    </w:tbl>
    <w:p w14:paraId="3BCBC0AA" w14:textId="77777777" w:rsidR="007455BE" w:rsidRDefault="007427B5" w:rsidP="00051916">
      <w:pPr>
        <w:pStyle w:val="Verzeichnis1"/>
      </w:pPr>
      <w:r>
        <w:br w:type="page"/>
      </w:r>
      <w:r>
        <w:lastRenderedPageBreak/>
        <w:t>Inhaltsverzeichnis</w:t>
      </w:r>
    </w:p>
    <w:p w14:paraId="535B4E71" w14:textId="25A970E6" w:rsidR="00447EF9" w:rsidRDefault="007427B5">
      <w:pPr>
        <w:pStyle w:val="Verzeichnis1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TOC \o "1-3" \h \z \u </w:instrText>
      </w:r>
      <w:r>
        <w:rPr>
          <w:sz w:val="28"/>
        </w:rPr>
        <w:fldChar w:fldCharType="separate"/>
      </w:r>
      <w:hyperlink w:anchor="_Toc159511120" w:history="1">
        <w:r w:rsidR="00447EF9" w:rsidRPr="00E2047D">
          <w:rPr>
            <w:rStyle w:val="Hyperlink"/>
            <w:noProof/>
          </w:rPr>
          <w:t>1</w:t>
        </w:r>
        <w:r w:rsidR="00447EF9"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="00447EF9" w:rsidRPr="00E2047D">
          <w:rPr>
            <w:rStyle w:val="Hyperlink"/>
            <w:noProof/>
          </w:rPr>
          <w:t>Schlüsselperson 1: Bauführung</w:t>
        </w:r>
        <w:r w:rsidR="00447EF9">
          <w:rPr>
            <w:noProof/>
            <w:webHidden/>
          </w:rPr>
          <w:tab/>
        </w:r>
        <w:r w:rsidR="00447EF9">
          <w:rPr>
            <w:noProof/>
            <w:webHidden/>
          </w:rPr>
          <w:fldChar w:fldCharType="begin"/>
        </w:r>
        <w:r w:rsidR="00447EF9">
          <w:rPr>
            <w:noProof/>
            <w:webHidden/>
          </w:rPr>
          <w:instrText xml:space="preserve"> PAGEREF _Toc159511120 \h </w:instrText>
        </w:r>
        <w:r w:rsidR="00447EF9">
          <w:rPr>
            <w:noProof/>
            <w:webHidden/>
          </w:rPr>
        </w:r>
        <w:r w:rsidR="00447EF9">
          <w:rPr>
            <w:noProof/>
            <w:webHidden/>
          </w:rPr>
          <w:fldChar w:fldCharType="separate"/>
        </w:r>
        <w:r w:rsidR="00447EF9">
          <w:rPr>
            <w:noProof/>
            <w:webHidden/>
          </w:rPr>
          <w:t>3</w:t>
        </w:r>
        <w:r w:rsidR="00447EF9">
          <w:rPr>
            <w:noProof/>
            <w:webHidden/>
          </w:rPr>
          <w:fldChar w:fldCharType="end"/>
        </w:r>
      </w:hyperlink>
    </w:p>
    <w:p w14:paraId="70DD307F" w14:textId="3EDEC8E1" w:rsidR="00447EF9" w:rsidRDefault="00447EF9">
      <w:pPr>
        <w:pStyle w:val="Verzeichnis2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9511121" w:history="1">
        <w:r w:rsidRPr="00E2047D">
          <w:rPr>
            <w:rStyle w:val="Hyperlink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E2047D">
          <w:rPr>
            <w:rStyle w:val="Hyperlink"/>
            <w:noProof/>
          </w:rPr>
          <w:t>Angaben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_Toc159511121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9A641B" w14:textId="2AB9E6A1" w:rsidR="00447EF9" w:rsidRDefault="00447EF9">
      <w:pPr>
        <w:pStyle w:val="Verzeichnis2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9511122" w:history="1">
        <w:r w:rsidRPr="00E2047D">
          <w:rPr>
            <w:rStyle w:val="Hyperlink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E2047D">
          <w:rPr>
            <w:rStyle w:val="Hyperlink"/>
            <w:noProof/>
          </w:rPr>
          <w:t>Referenzprojekt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_Toc159511122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DFF5645" w14:textId="185D1884" w:rsidR="00447EF9" w:rsidRDefault="00447EF9">
      <w:pPr>
        <w:pStyle w:val="Verzeichnis2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9511123" w:history="1">
        <w:r w:rsidRPr="00E2047D">
          <w:rPr>
            <w:rStyle w:val="Hyperlink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E2047D">
          <w:rPr>
            <w:rStyle w:val="Hyperlink"/>
            <w:noProof/>
          </w:rPr>
          <w:t>Referenzprojekt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_Toc159511123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79D75A5" w14:textId="1FC743A3" w:rsidR="00447EF9" w:rsidRDefault="00447EF9">
      <w:pPr>
        <w:pStyle w:val="Verzeichnis2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9511124" w:history="1">
        <w:r w:rsidRPr="00E2047D">
          <w:rPr>
            <w:rStyle w:val="Hyperlink"/>
            <w:noProof/>
          </w:rPr>
          <w:t>1.4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E2047D">
          <w:rPr>
            <w:rStyle w:val="Hyperlink"/>
            <w:noProof/>
          </w:rPr>
          <w:t>Sprachkenntnisse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_Toc159511124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EB74063" w14:textId="132DB3C5" w:rsidR="00447EF9" w:rsidRDefault="00447EF9">
      <w:pPr>
        <w:pStyle w:val="Verzeichnis1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9511125" w:history="1">
        <w:r w:rsidRPr="00E2047D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E2047D">
          <w:rPr>
            <w:rStyle w:val="Hyperlink"/>
            <w:noProof/>
          </w:rPr>
          <w:t>Schlüsselperson 2: Chefpolier*in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_Toc159511125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72E0324" w14:textId="0FC2FEFF" w:rsidR="00447EF9" w:rsidRDefault="00447EF9">
      <w:pPr>
        <w:pStyle w:val="Verzeichnis2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9511126" w:history="1">
        <w:r w:rsidRPr="00E2047D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E2047D">
          <w:rPr>
            <w:rStyle w:val="Hyperlink"/>
            <w:noProof/>
          </w:rPr>
          <w:t>Angaben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_Toc159511126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B3B2238" w14:textId="7D569C05" w:rsidR="00447EF9" w:rsidRDefault="00447EF9">
      <w:pPr>
        <w:pStyle w:val="Verzeichnis2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9511127" w:history="1">
        <w:r w:rsidRPr="00E2047D">
          <w:rPr>
            <w:rStyle w:val="Hyperlink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E2047D">
          <w:rPr>
            <w:rStyle w:val="Hyperlink"/>
            <w:noProof/>
          </w:rPr>
          <w:t>Referenzprojekt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_Toc159511127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69C8346" w14:textId="574485B5" w:rsidR="00447EF9" w:rsidRDefault="00447EF9">
      <w:pPr>
        <w:pStyle w:val="Verzeichnis2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9511128" w:history="1">
        <w:r w:rsidRPr="00E2047D">
          <w:rPr>
            <w:rStyle w:val="Hyperlink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E2047D">
          <w:rPr>
            <w:rStyle w:val="Hyperlink"/>
            <w:noProof/>
          </w:rPr>
          <w:t>Referenzprojekt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_Toc159511128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D6518D3" w14:textId="43284036" w:rsidR="00447EF9" w:rsidRDefault="00447EF9">
      <w:pPr>
        <w:pStyle w:val="Verzeichnis2"/>
        <w:rPr>
          <w:rFonts w:asciiTheme="minorHAnsi" w:eastAsiaTheme="minorEastAsia" w:hAnsiTheme="minorHAnsi" w:cstheme="minorBidi"/>
          <w:noProof/>
          <w:kern w:val="2"/>
          <w:szCs w:val="22"/>
          <w:lang w:eastAsia="de-CH"/>
          <w14:ligatures w14:val="standardContextual"/>
        </w:rPr>
      </w:pPr>
      <w:hyperlink w:anchor="_Toc159511129" w:history="1">
        <w:r w:rsidRPr="00E2047D">
          <w:rPr>
            <w:rStyle w:val="Hyperlink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kern w:val="2"/>
            <w:szCs w:val="22"/>
            <w:lang w:eastAsia="de-CH"/>
            <w14:ligatures w14:val="standardContextual"/>
          </w:rPr>
          <w:tab/>
        </w:r>
        <w:r w:rsidRPr="00E2047D">
          <w:rPr>
            <w:rStyle w:val="Hyperlink"/>
            <w:noProof/>
          </w:rPr>
          <w:t>Sprachkenntnisse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_Toc159511129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CDAEA15" w14:textId="5A76555B" w:rsidR="00965F3C" w:rsidRDefault="007427B5">
      <w:pPr>
        <w:pStyle w:val="Standardtext"/>
      </w:pPr>
      <w:r>
        <w:rPr>
          <w:sz w:val="28"/>
        </w:rPr>
        <w:fldChar w:fldCharType="end"/>
      </w:r>
    </w:p>
    <w:p w14:paraId="57C8F3CB" w14:textId="1D41E7F2" w:rsidR="00612942" w:rsidRPr="00612942" w:rsidRDefault="007427B5" w:rsidP="00612942">
      <w:r>
        <w:br w:type="page"/>
      </w:r>
      <w:bookmarkStart w:id="1" w:name="_Toc318965062"/>
    </w:p>
    <w:p w14:paraId="6FCBD520" w14:textId="7925072E" w:rsidR="00B418B5" w:rsidRDefault="00612942" w:rsidP="00FA3C38">
      <w:pPr>
        <w:pStyle w:val="berschrift1"/>
      </w:pPr>
      <w:bookmarkStart w:id="2" w:name="_Toc159511120"/>
      <w:r>
        <w:lastRenderedPageBreak/>
        <w:t xml:space="preserve">Schlüsselperson 1: </w:t>
      </w:r>
      <w:r w:rsidR="00EC3365">
        <w:t>Bauführung</w:t>
      </w:r>
      <w:bookmarkEnd w:id="2"/>
    </w:p>
    <w:p w14:paraId="55B88DAE" w14:textId="7159B2B3" w:rsidR="00612942" w:rsidRPr="00612942" w:rsidRDefault="00612942" w:rsidP="00181BA9">
      <w:pPr>
        <w:pStyle w:val="berschrift2"/>
      </w:pPr>
      <w:bookmarkStart w:id="3" w:name="_Toc159511121"/>
      <w:r>
        <w:t>Angaben</w:t>
      </w:r>
      <w:bookmarkEnd w:id="3"/>
    </w:p>
    <w:p w14:paraId="395DBFA8" w14:textId="77777777" w:rsidR="003C10BC" w:rsidRPr="00747A1D" w:rsidRDefault="003C10BC" w:rsidP="003C10BC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  <w:lang w:eastAsia="en-US"/>
        </w:rPr>
        <w:t>Vorname:</w:t>
      </w:r>
      <w:r w:rsidRPr="00747A1D">
        <w:rPr>
          <w:rFonts w:cs="Arial"/>
          <w:sz w:val="20"/>
          <w:lang w:eastAsia="en-US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5C8E6825" w14:textId="77777777" w:rsidR="003C10BC" w:rsidRPr="00747A1D" w:rsidRDefault="003C10BC" w:rsidP="003C10BC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Name: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15DCCC7B" w14:textId="77777777" w:rsidR="003C10BC" w:rsidRPr="00747A1D" w:rsidRDefault="003C10BC" w:rsidP="003C10BC">
      <w:pPr>
        <w:spacing w:before="60" w:after="60"/>
        <w:ind w:left="2835" w:hanging="2835"/>
        <w:rPr>
          <w:rFonts w:cs="Arial"/>
          <w:sz w:val="20"/>
        </w:rPr>
      </w:pPr>
    </w:p>
    <w:p w14:paraId="529D504B" w14:textId="05E7CAC4" w:rsidR="003C10BC" w:rsidRPr="00747A1D" w:rsidRDefault="003C10BC" w:rsidP="003C10BC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Ausbildung</w:t>
      </w:r>
      <w:r w:rsidR="004C0313">
        <w:rPr>
          <w:rFonts w:cs="Arial"/>
          <w:sz w:val="20"/>
        </w:rPr>
        <w:t>/Weiterbildung</w:t>
      </w:r>
      <w:r w:rsidRPr="00747A1D">
        <w:rPr>
          <w:rFonts w:cs="Arial"/>
          <w:sz w:val="20"/>
        </w:rPr>
        <w:t>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781E1D44" w14:textId="77777777" w:rsidR="003C10BC" w:rsidRPr="00747A1D" w:rsidRDefault="003C10BC" w:rsidP="003C10BC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Diplom, Jahr: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3655B99B" w14:textId="77777777" w:rsidR="003C10BC" w:rsidRPr="00747A1D" w:rsidRDefault="003C10BC" w:rsidP="003C10BC">
      <w:pPr>
        <w:spacing w:before="60" w:after="60"/>
        <w:ind w:left="2835" w:hanging="2835"/>
        <w:rPr>
          <w:rFonts w:cs="Arial"/>
          <w:sz w:val="20"/>
        </w:rPr>
      </w:pPr>
    </w:p>
    <w:p w14:paraId="11BE4B8C" w14:textId="77777777" w:rsidR="003C10BC" w:rsidRPr="00747A1D" w:rsidRDefault="003C10BC" w:rsidP="003C10BC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Firma: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4C650456" w14:textId="77777777" w:rsidR="003C10BC" w:rsidRPr="00747A1D" w:rsidRDefault="003C10BC" w:rsidP="003C10BC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Eintritt am: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5A644636" w14:textId="77777777" w:rsidR="003C10BC" w:rsidRPr="00747A1D" w:rsidRDefault="003C10BC" w:rsidP="003C10BC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Funktion heute: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53E65FD4" w14:textId="77777777" w:rsidR="003C10BC" w:rsidRPr="00747A1D" w:rsidRDefault="003C10BC" w:rsidP="003C10BC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Funktion ausgeübt seit: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2E2D11E7" w14:textId="77777777" w:rsidR="003C10BC" w:rsidRPr="00747A1D" w:rsidRDefault="003C10BC" w:rsidP="003C10BC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E-Mail: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4B1841FB" w14:textId="77777777" w:rsidR="00FA3C38" w:rsidRPr="00747A1D" w:rsidRDefault="00FA3C38" w:rsidP="00FA3C38">
      <w:pPr>
        <w:spacing w:before="60" w:after="60"/>
        <w:ind w:left="2835" w:hanging="2835"/>
        <w:rPr>
          <w:rFonts w:cs="Arial"/>
          <w:sz w:val="20"/>
        </w:rPr>
      </w:pPr>
    </w:p>
    <w:p w14:paraId="5ADE5681" w14:textId="16E3CC6C" w:rsidR="00612942" w:rsidRPr="00612942" w:rsidRDefault="00B07D50" w:rsidP="00181BA9">
      <w:pPr>
        <w:pStyle w:val="berschrift2"/>
      </w:pPr>
      <w:bookmarkStart w:id="4" w:name="_Toc159511122"/>
      <w:r>
        <w:t>Referenzprojekt 1</w:t>
      </w:r>
      <w:bookmarkEnd w:id="4"/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8"/>
        <w:gridCol w:w="2693"/>
        <w:gridCol w:w="4398"/>
      </w:tblGrid>
      <w:tr w:rsidR="006F50B3" w:rsidRPr="00545CDC" w14:paraId="5A14FFF3" w14:textId="77777777" w:rsidTr="00E3193A">
        <w:trPr>
          <w:cantSplit/>
        </w:trPr>
        <w:tc>
          <w:tcPr>
            <w:tcW w:w="2558" w:type="dxa"/>
            <w:shd w:val="clear" w:color="auto" w:fill="D9D9D9" w:themeFill="background1" w:themeFillShade="D9"/>
          </w:tcPr>
          <w:p w14:paraId="1A362E8A" w14:textId="079BFF12" w:rsidR="006F50B3" w:rsidRPr="00545CDC" w:rsidRDefault="006F50B3" w:rsidP="00E3193A">
            <w:pPr>
              <w:spacing w:before="60" w:after="60"/>
              <w:ind w:left="57" w:right="57"/>
              <w:rPr>
                <w:b/>
                <w:szCs w:val="24"/>
              </w:rPr>
            </w:pPr>
            <w:r w:rsidRPr="00261608">
              <w:rPr>
                <w:b/>
                <w:sz w:val="20"/>
                <w:szCs w:val="24"/>
              </w:rPr>
              <w:t>Arbeitgeb</w:t>
            </w:r>
            <w:r w:rsidR="0030702C">
              <w:rPr>
                <w:b/>
                <w:sz w:val="20"/>
                <w:szCs w:val="24"/>
              </w:rPr>
              <w:t>ende</w:t>
            </w:r>
          </w:p>
          <w:p w14:paraId="2BA43090" w14:textId="77777777" w:rsidR="006F50B3" w:rsidRPr="000A03D6" w:rsidRDefault="006F50B3" w:rsidP="00E3193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A369DF">
              <w:rPr>
                <w:sz w:val="14"/>
                <w:szCs w:val="14"/>
              </w:rPr>
              <w:t xml:space="preserve">(Angabe nur notwendig </w:t>
            </w:r>
            <w:r>
              <w:rPr>
                <w:sz w:val="14"/>
                <w:szCs w:val="14"/>
              </w:rPr>
              <w:t>falls nicht in derselben Firma geleistet</w:t>
            </w:r>
            <w:r w:rsidRPr="00A369DF">
              <w:rPr>
                <w:sz w:val="14"/>
                <w:szCs w:val="14"/>
              </w:rPr>
              <w:t>)</w:t>
            </w:r>
          </w:p>
        </w:tc>
        <w:tc>
          <w:tcPr>
            <w:tcW w:w="7091" w:type="dxa"/>
            <w:gridSpan w:val="2"/>
            <w:shd w:val="clear" w:color="auto" w:fill="D9D9D9" w:themeFill="background1" w:themeFillShade="D9"/>
          </w:tcPr>
          <w:p w14:paraId="54E7C247" w14:textId="77777777" w:rsidR="006F50B3" w:rsidRPr="00545CDC" w:rsidRDefault="006F50B3" w:rsidP="00E3193A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6F50B3" w:rsidRPr="00545CDC" w14:paraId="1AA96846" w14:textId="77777777" w:rsidTr="00E3193A">
        <w:trPr>
          <w:cantSplit/>
          <w:trHeight w:hRule="exact" w:val="113"/>
        </w:trPr>
        <w:tc>
          <w:tcPr>
            <w:tcW w:w="2558" w:type="dxa"/>
            <w:tcBorders>
              <w:left w:val="nil"/>
              <w:right w:val="nil"/>
            </w:tcBorders>
          </w:tcPr>
          <w:p w14:paraId="72ABE52A" w14:textId="77777777" w:rsidR="006F50B3" w:rsidRPr="000A03D6" w:rsidRDefault="006F50B3" w:rsidP="00E3193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7091" w:type="dxa"/>
            <w:gridSpan w:val="2"/>
            <w:tcBorders>
              <w:left w:val="nil"/>
              <w:right w:val="nil"/>
            </w:tcBorders>
          </w:tcPr>
          <w:p w14:paraId="47837EEF" w14:textId="77777777" w:rsidR="006F50B3" w:rsidRPr="00545CDC" w:rsidRDefault="006F50B3" w:rsidP="00E3193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6F50B3" w:rsidRPr="00BB1C10" w14:paraId="1E3C284A" w14:textId="77777777" w:rsidTr="00E3193A">
        <w:trPr>
          <w:cantSplit/>
        </w:trPr>
        <w:tc>
          <w:tcPr>
            <w:tcW w:w="2558" w:type="dxa"/>
          </w:tcPr>
          <w:p w14:paraId="701209E9" w14:textId="77777777" w:rsidR="006F50B3" w:rsidRPr="00545CDC" w:rsidRDefault="006F50B3" w:rsidP="00E3193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Projektbezeichnung</w:t>
            </w:r>
          </w:p>
        </w:tc>
        <w:tc>
          <w:tcPr>
            <w:tcW w:w="7091" w:type="dxa"/>
            <w:gridSpan w:val="2"/>
          </w:tcPr>
          <w:p w14:paraId="7F133098" w14:textId="77777777" w:rsidR="006F50B3" w:rsidRPr="00BB1C10" w:rsidRDefault="006F50B3" w:rsidP="00E3193A">
            <w:pPr>
              <w:spacing w:before="60" w:after="60"/>
              <w:ind w:left="57" w:right="57"/>
              <w:rPr>
                <w:b/>
                <w:sz w:val="20"/>
              </w:rPr>
            </w:pPr>
            <w:r w:rsidRPr="00713D7B">
              <w:rPr>
                <w:b/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b/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b/>
                <w:color w:val="0070C0"/>
                <w:spacing w:val="3"/>
                <w:sz w:val="20"/>
              </w:rPr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end"/>
            </w:r>
          </w:p>
        </w:tc>
      </w:tr>
      <w:tr w:rsidR="00EC3365" w:rsidRPr="00545CDC" w14:paraId="53206DE0" w14:textId="77777777" w:rsidTr="00FB74AF">
        <w:trPr>
          <w:cantSplit/>
        </w:trPr>
        <w:tc>
          <w:tcPr>
            <w:tcW w:w="2558" w:type="dxa"/>
          </w:tcPr>
          <w:p w14:paraId="215691A6" w14:textId="77777777" w:rsidR="00EC3365" w:rsidRPr="00545CDC" w:rsidRDefault="00EC3365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Ort</w:t>
            </w:r>
          </w:p>
        </w:tc>
        <w:tc>
          <w:tcPr>
            <w:tcW w:w="7091" w:type="dxa"/>
            <w:gridSpan w:val="2"/>
          </w:tcPr>
          <w:p w14:paraId="111E5145" w14:textId="77777777" w:rsidR="00EC3365" w:rsidRPr="00545CDC" w:rsidRDefault="00EC3365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6F50B3" w:rsidRPr="00545CDC" w14:paraId="15AC619D" w14:textId="77777777" w:rsidTr="00E3193A">
        <w:trPr>
          <w:cantSplit/>
        </w:trPr>
        <w:tc>
          <w:tcPr>
            <w:tcW w:w="2558" w:type="dxa"/>
          </w:tcPr>
          <w:p w14:paraId="04E2561C" w14:textId="77777777" w:rsidR="006F50B3" w:rsidRPr="00545CDC" w:rsidRDefault="006F50B3" w:rsidP="00E3193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Projektbeschrieb</w:t>
            </w:r>
          </w:p>
          <w:p w14:paraId="7A0E1EA0" w14:textId="77777777" w:rsidR="006F50B3" w:rsidRPr="00545CDC" w:rsidRDefault="006F50B3" w:rsidP="00E3193A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sz w:val="20"/>
                <w:szCs w:val="24"/>
              </w:rPr>
              <w:t xml:space="preserve">Grobbeschrieb der </w:t>
            </w:r>
            <w:proofErr w:type="spellStart"/>
            <w:r w:rsidRPr="00545CDC">
              <w:rPr>
                <w:sz w:val="20"/>
                <w:szCs w:val="24"/>
              </w:rPr>
              <w:t>ausge</w:t>
            </w:r>
            <w:proofErr w:type="spellEnd"/>
            <w:r>
              <w:rPr>
                <w:sz w:val="20"/>
                <w:szCs w:val="24"/>
              </w:rPr>
              <w:t>-</w:t>
            </w:r>
            <w:r w:rsidRPr="00545CDC">
              <w:rPr>
                <w:sz w:val="20"/>
                <w:szCs w:val="24"/>
              </w:rPr>
              <w:t>führten Bauarbeiten</w:t>
            </w:r>
          </w:p>
        </w:tc>
        <w:tc>
          <w:tcPr>
            <w:tcW w:w="7091" w:type="dxa"/>
            <w:gridSpan w:val="2"/>
          </w:tcPr>
          <w:p w14:paraId="0AB9D1A5" w14:textId="77777777" w:rsidR="006F50B3" w:rsidRPr="00545CDC" w:rsidRDefault="006F50B3" w:rsidP="00E3193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6F50B3" w:rsidRPr="00545CDC" w14:paraId="042AE0D0" w14:textId="77777777" w:rsidTr="00E3193A">
        <w:trPr>
          <w:cantSplit/>
        </w:trPr>
        <w:tc>
          <w:tcPr>
            <w:tcW w:w="2558" w:type="dxa"/>
            <w:tcBorders>
              <w:bottom w:val="nil"/>
            </w:tcBorders>
          </w:tcPr>
          <w:p w14:paraId="11298021" w14:textId="1F2660B4" w:rsidR="006F50B3" w:rsidRPr="00545CDC" w:rsidRDefault="006F50B3" w:rsidP="00E3193A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Bauherr</w:t>
            </w:r>
            <w:r w:rsidR="0030702C">
              <w:rPr>
                <w:b/>
                <w:sz w:val="20"/>
                <w:szCs w:val="24"/>
              </w:rPr>
              <w:t>schaft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0253F65" w14:textId="77777777" w:rsidR="006F50B3" w:rsidRPr="00545CDC" w:rsidRDefault="006F50B3" w:rsidP="00E3193A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Name und Adresse</w:t>
            </w:r>
          </w:p>
          <w:p w14:paraId="2FFDAB28" w14:textId="77777777" w:rsidR="006F50B3" w:rsidRPr="00545CDC" w:rsidRDefault="006F50B3" w:rsidP="00E3193A">
            <w:pPr>
              <w:spacing w:before="60" w:after="60"/>
              <w:ind w:left="57" w:right="57"/>
              <w:rPr>
                <w:sz w:val="20"/>
              </w:rPr>
            </w:pP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14:paraId="319BF07B" w14:textId="77777777" w:rsidR="006F50B3" w:rsidRPr="00545CDC" w:rsidRDefault="006F50B3" w:rsidP="00E3193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  <w:p w14:paraId="46656378" w14:textId="77777777" w:rsidR="006F50B3" w:rsidRPr="00545CDC" w:rsidRDefault="006F50B3" w:rsidP="00E3193A">
            <w:pPr>
              <w:spacing w:before="60" w:after="60"/>
              <w:ind w:left="57" w:right="57"/>
              <w:rPr>
                <w:sz w:val="20"/>
              </w:rPr>
            </w:pPr>
          </w:p>
          <w:p w14:paraId="3AA5C2B1" w14:textId="77777777" w:rsidR="006F50B3" w:rsidRPr="00545CDC" w:rsidRDefault="006F50B3" w:rsidP="00E3193A">
            <w:pPr>
              <w:tabs>
                <w:tab w:val="left" w:pos="1185"/>
              </w:tabs>
              <w:spacing w:before="60" w:after="60"/>
              <w:ind w:left="57" w:right="57"/>
              <w:rPr>
                <w:sz w:val="20"/>
              </w:rPr>
            </w:pPr>
          </w:p>
        </w:tc>
      </w:tr>
      <w:tr w:rsidR="006F50B3" w:rsidRPr="00545CDC" w14:paraId="498581AC" w14:textId="77777777" w:rsidTr="00E3193A">
        <w:trPr>
          <w:cantSplit/>
        </w:trPr>
        <w:tc>
          <w:tcPr>
            <w:tcW w:w="2558" w:type="dxa"/>
            <w:tcBorders>
              <w:top w:val="nil"/>
              <w:bottom w:val="nil"/>
            </w:tcBorders>
          </w:tcPr>
          <w:p w14:paraId="7BFF3D3D" w14:textId="77777777" w:rsidR="006F50B3" w:rsidRPr="00B42683" w:rsidRDefault="006F50B3" w:rsidP="00E3193A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9DD376A" w14:textId="1E2411DA" w:rsidR="006F50B3" w:rsidRPr="00545CDC" w:rsidRDefault="006F50B3" w:rsidP="00E3193A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 xml:space="preserve">Referenz – </w:t>
            </w:r>
            <w:r w:rsidR="00EC3365">
              <w:rPr>
                <w:sz w:val="20"/>
              </w:rPr>
              <w:br/>
            </w:r>
            <w:r w:rsidR="0030702C">
              <w:rPr>
                <w:sz w:val="20"/>
              </w:rPr>
              <w:t>Ansprechperson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14:paraId="06A38081" w14:textId="77777777" w:rsidR="006F50B3" w:rsidRPr="00545CDC" w:rsidRDefault="006F50B3" w:rsidP="00E3193A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6F50B3" w:rsidRPr="00545CDC" w14:paraId="14AFCEE1" w14:textId="77777777" w:rsidTr="00E3193A">
        <w:trPr>
          <w:cantSplit/>
        </w:trPr>
        <w:tc>
          <w:tcPr>
            <w:tcW w:w="2558" w:type="dxa"/>
            <w:tcBorders>
              <w:top w:val="nil"/>
              <w:bottom w:val="nil"/>
            </w:tcBorders>
          </w:tcPr>
          <w:p w14:paraId="21CC6ECA" w14:textId="77777777" w:rsidR="006F50B3" w:rsidRPr="00B42683" w:rsidRDefault="006F50B3" w:rsidP="00E3193A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3AC303EA" w14:textId="77777777" w:rsidR="006F50B3" w:rsidRPr="00545CDC" w:rsidRDefault="006F50B3" w:rsidP="00E3193A">
            <w:pPr>
              <w:spacing w:before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 xml:space="preserve">Aufgabe / Funktion </w:t>
            </w:r>
          </w:p>
          <w:p w14:paraId="6679FB40" w14:textId="5B319BC1" w:rsidR="006F50B3" w:rsidRPr="00545CDC" w:rsidRDefault="0030702C" w:rsidP="00E3193A">
            <w:pPr>
              <w:spacing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Ansprechperson</w:t>
            </w:r>
          </w:p>
        </w:tc>
        <w:tc>
          <w:tcPr>
            <w:tcW w:w="4398" w:type="dxa"/>
            <w:tcBorders>
              <w:top w:val="single" w:sz="4" w:space="0" w:color="auto"/>
              <w:bottom w:val="single" w:sz="4" w:space="0" w:color="auto"/>
            </w:tcBorders>
          </w:tcPr>
          <w:p w14:paraId="70A8BEE2" w14:textId="77777777" w:rsidR="006F50B3" w:rsidRPr="00545CDC" w:rsidRDefault="006F50B3" w:rsidP="00E3193A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6F50B3" w:rsidRPr="00545CDC" w14:paraId="6524C90C" w14:textId="77777777" w:rsidTr="00E3193A">
        <w:trPr>
          <w:cantSplit/>
        </w:trPr>
        <w:tc>
          <w:tcPr>
            <w:tcW w:w="2558" w:type="dxa"/>
            <w:tcBorders>
              <w:top w:val="nil"/>
            </w:tcBorders>
          </w:tcPr>
          <w:p w14:paraId="37A03B12" w14:textId="77777777" w:rsidR="006F50B3" w:rsidRPr="00B42683" w:rsidRDefault="006F50B3" w:rsidP="00E3193A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906F742" w14:textId="77777777" w:rsidR="006F50B3" w:rsidRPr="00545CDC" w:rsidRDefault="006F50B3" w:rsidP="00E3193A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Telefon</w:t>
            </w:r>
          </w:p>
        </w:tc>
        <w:tc>
          <w:tcPr>
            <w:tcW w:w="4398" w:type="dxa"/>
            <w:tcBorders>
              <w:top w:val="single" w:sz="4" w:space="0" w:color="auto"/>
            </w:tcBorders>
          </w:tcPr>
          <w:p w14:paraId="3B487106" w14:textId="77777777" w:rsidR="006F50B3" w:rsidRPr="00545CDC" w:rsidRDefault="006F50B3" w:rsidP="00E3193A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EC3365" w:rsidRPr="00545CDC" w14:paraId="45C74131" w14:textId="77777777" w:rsidTr="00FB74AF">
        <w:trPr>
          <w:cantSplit/>
        </w:trPr>
        <w:tc>
          <w:tcPr>
            <w:tcW w:w="2558" w:type="dxa"/>
          </w:tcPr>
          <w:p w14:paraId="6C1DCA7E" w14:textId="5164F810" w:rsidR="00EC3365" w:rsidRPr="00545CDC" w:rsidRDefault="00EC3365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Datum der</w:t>
            </w:r>
            <w:r>
              <w:rPr>
                <w:b/>
                <w:sz w:val="20"/>
                <w:szCs w:val="24"/>
              </w:rPr>
              <w:br/>
              <w:t>Schlussabnahme</w:t>
            </w:r>
          </w:p>
        </w:tc>
        <w:tc>
          <w:tcPr>
            <w:tcW w:w="7091" w:type="dxa"/>
            <w:gridSpan w:val="2"/>
          </w:tcPr>
          <w:p w14:paraId="4DEE307E" w14:textId="77777777" w:rsidR="00EC3365" w:rsidRPr="00545CDC" w:rsidRDefault="00EC3365" w:rsidP="00FB74AF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6F50B3" w:rsidRPr="00545CDC" w14:paraId="65F41D9A" w14:textId="77777777" w:rsidTr="00E3193A">
        <w:trPr>
          <w:cantSplit/>
          <w:trHeight w:hRule="exact" w:val="113"/>
        </w:trPr>
        <w:tc>
          <w:tcPr>
            <w:tcW w:w="2558" w:type="dxa"/>
            <w:tcBorders>
              <w:left w:val="nil"/>
              <w:right w:val="nil"/>
            </w:tcBorders>
          </w:tcPr>
          <w:p w14:paraId="6DAD595B" w14:textId="77777777" w:rsidR="006F50B3" w:rsidRPr="000A03D6" w:rsidRDefault="006F50B3" w:rsidP="00E3193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7091" w:type="dxa"/>
            <w:gridSpan w:val="2"/>
            <w:tcBorders>
              <w:left w:val="nil"/>
              <w:right w:val="nil"/>
            </w:tcBorders>
          </w:tcPr>
          <w:p w14:paraId="2E49F2CB" w14:textId="77777777" w:rsidR="006F50B3" w:rsidRPr="00545CDC" w:rsidRDefault="006F50B3" w:rsidP="00E3193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6F50B3" w:rsidRPr="00545CDC" w14:paraId="423628DE" w14:textId="77777777" w:rsidTr="00E3193A">
        <w:trPr>
          <w:cantSplit/>
        </w:trPr>
        <w:tc>
          <w:tcPr>
            <w:tcW w:w="2558" w:type="dxa"/>
          </w:tcPr>
          <w:p w14:paraId="2C08FCC4" w14:textId="77777777" w:rsidR="003C10BC" w:rsidRDefault="003C10BC" w:rsidP="003C10BC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</w:t>
            </w:r>
            <w:r>
              <w:rPr>
                <w:b/>
                <w:sz w:val="20"/>
                <w:szCs w:val="24"/>
              </w:rPr>
              <w:t>summe</w:t>
            </w:r>
            <w:r>
              <w:rPr>
                <w:b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>[CHF, inkl. MwSt.]</w:t>
            </w:r>
            <w:r>
              <w:rPr>
                <w:b/>
                <w:sz w:val="20"/>
                <w:szCs w:val="24"/>
              </w:rPr>
              <w:br/>
            </w:r>
          </w:p>
          <w:p w14:paraId="61207E33" w14:textId="30BB16F0" w:rsidR="00513127" w:rsidRPr="00545CDC" w:rsidRDefault="00513127" w:rsidP="003C10BC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0A2D82">
              <w:rPr>
                <w:bCs/>
                <w:color w:val="000000" w:themeColor="text1"/>
                <w:sz w:val="20"/>
                <w:szCs w:val="24"/>
              </w:rPr>
              <w:t>Gilt als Basis der geforderten Summe bei ZK</w:t>
            </w:r>
          </w:p>
        </w:tc>
        <w:tc>
          <w:tcPr>
            <w:tcW w:w="7091" w:type="dxa"/>
            <w:gridSpan w:val="2"/>
          </w:tcPr>
          <w:p w14:paraId="369661E4" w14:textId="77777777" w:rsidR="006F50B3" w:rsidRPr="00545CDC" w:rsidRDefault="006F50B3" w:rsidP="00E3193A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6F50B3" w:rsidRPr="00545CDC" w14:paraId="5E913F76" w14:textId="77777777" w:rsidTr="00E3193A">
        <w:trPr>
          <w:cantSplit/>
          <w:trHeight w:hRule="exact" w:val="113"/>
        </w:trPr>
        <w:tc>
          <w:tcPr>
            <w:tcW w:w="2558" w:type="dxa"/>
            <w:tcBorders>
              <w:left w:val="nil"/>
              <w:bottom w:val="single" w:sz="4" w:space="0" w:color="auto"/>
              <w:right w:val="nil"/>
            </w:tcBorders>
          </w:tcPr>
          <w:p w14:paraId="31E2C009" w14:textId="77777777" w:rsidR="006F50B3" w:rsidRPr="000A03D6" w:rsidRDefault="006F50B3" w:rsidP="00E3193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709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2EDF9B3" w14:textId="77777777" w:rsidR="006F50B3" w:rsidRPr="00545CDC" w:rsidRDefault="006F50B3" w:rsidP="00E3193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6F50B3" w:rsidRPr="00EC3365" w14:paraId="7A321507" w14:textId="77777777" w:rsidTr="00E3193A">
        <w:trPr>
          <w:cantSplit/>
        </w:trPr>
        <w:tc>
          <w:tcPr>
            <w:tcW w:w="2558" w:type="dxa"/>
            <w:tcBorders>
              <w:bottom w:val="single" w:sz="4" w:space="0" w:color="auto"/>
            </w:tcBorders>
          </w:tcPr>
          <w:p w14:paraId="053C803E" w14:textId="04960824" w:rsidR="006F50B3" w:rsidRPr="00EC3365" w:rsidRDefault="003C10BC" w:rsidP="00E3193A">
            <w:pPr>
              <w:spacing w:before="60" w:after="60"/>
              <w:ind w:left="57" w:right="57"/>
              <w:rPr>
                <w:sz w:val="20"/>
              </w:rPr>
            </w:pPr>
            <w:r w:rsidRPr="00873906">
              <w:rPr>
                <w:b/>
                <w:sz w:val="20"/>
              </w:rPr>
              <w:t>Vergleichbarkeit</w:t>
            </w:r>
            <w:r>
              <w:rPr>
                <w:sz w:val="20"/>
              </w:rPr>
              <w:br/>
            </w:r>
            <w:r w:rsidRPr="002F652F">
              <w:rPr>
                <w:sz w:val="20"/>
              </w:rPr>
              <w:t>Weshalb ist die Referenz mit den ausgeschriebenen Leistungen vergleichbar?</w:t>
            </w:r>
          </w:p>
        </w:tc>
        <w:tc>
          <w:tcPr>
            <w:tcW w:w="7091" w:type="dxa"/>
            <w:gridSpan w:val="2"/>
            <w:tcBorders>
              <w:bottom w:val="single" w:sz="4" w:space="0" w:color="auto"/>
            </w:tcBorders>
          </w:tcPr>
          <w:p w14:paraId="7D106CFD" w14:textId="77777777" w:rsidR="006F50B3" w:rsidRPr="00EC3365" w:rsidRDefault="006F50B3" w:rsidP="00E3193A">
            <w:pPr>
              <w:spacing w:before="60" w:after="60"/>
              <w:ind w:left="57" w:right="57"/>
              <w:rPr>
                <w:sz w:val="20"/>
              </w:rPr>
            </w:pPr>
            <w:r w:rsidRPr="00EC3365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3365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EC3365">
              <w:rPr>
                <w:color w:val="0070C0"/>
                <w:spacing w:val="3"/>
                <w:sz w:val="20"/>
              </w:rPr>
            </w:r>
            <w:r w:rsidRPr="00EC3365">
              <w:rPr>
                <w:color w:val="0070C0"/>
                <w:spacing w:val="3"/>
                <w:sz w:val="20"/>
              </w:rPr>
              <w:fldChar w:fldCharType="separate"/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</w:tbl>
    <w:p w14:paraId="6430E785" w14:textId="77777777" w:rsidR="00612942" w:rsidRDefault="00612942" w:rsidP="00B418B5">
      <w:pPr>
        <w:pStyle w:val="Text1"/>
        <w:ind w:left="851" w:hanging="851"/>
        <w:rPr>
          <w:rFonts w:cs="Arial"/>
          <w:color w:val="0070C0"/>
        </w:rPr>
      </w:pPr>
    </w:p>
    <w:p w14:paraId="2364A729" w14:textId="66715A62" w:rsidR="000F6DBA" w:rsidRDefault="00B418B5" w:rsidP="00181BA9">
      <w:pPr>
        <w:pStyle w:val="berschrift2"/>
      </w:pPr>
      <w:bookmarkStart w:id="5" w:name="_Toc159511123"/>
      <w:r>
        <w:lastRenderedPageBreak/>
        <w:t>Referenzprojekt 2</w:t>
      </w:r>
      <w:bookmarkEnd w:id="5"/>
      <w:r>
        <w:t xml:space="preserve"> </w:t>
      </w: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8"/>
        <w:gridCol w:w="2693"/>
        <w:gridCol w:w="4398"/>
      </w:tblGrid>
      <w:tr w:rsidR="006F50B3" w:rsidRPr="00545CDC" w14:paraId="10DB9B37" w14:textId="77777777" w:rsidTr="00E3193A">
        <w:trPr>
          <w:cantSplit/>
        </w:trPr>
        <w:tc>
          <w:tcPr>
            <w:tcW w:w="2558" w:type="dxa"/>
            <w:shd w:val="clear" w:color="auto" w:fill="D9D9D9" w:themeFill="background1" w:themeFillShade="D9"/>
          </w:tcPr>
          <w:p w14:paraId="3A4F4A5B" w14:textId="77777777" w:rsidR="006F50B3" w:rsidRPr="00545CDC" w:rsidRDefault="006F50B3" w:rsidP="00E3193A">
            <w:pPr>
              <w:spacing w:before="60" w:after="60"/>
              <w:ind w:left="57" w:right="57"/>
              <w:rPr>
                <w:b/>
                <w:szCs w:val="24"/>
              </w:rPr>
            </w:pPr>
            <w:r w:rsidRPr="00261608">
              <w:rPr>
                <w:b/>
                <w:sz w:val="20"/>
                <w:szCs w:val="24"/>
              </w:rPr>
              <w:t>Arbeitgeber</w:t>
            </w:r>
          </w:p>
          <w:p w14:paraId="0EE44666" w14:textId="77777777" w:rsidR="006F50B3" w:rsidRPr="000A03D6" w:rsidRDefault="006F50B3" w:rsidP="00E3193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A369DF">
              <w:rPr>
                <w:sz w:val="14"/>
                <w:szCs w:val="14"/>
              </w:rPr>
              <w:t xml:space="preserve">(Angabe nur notwendig </w:t>
            </w:r>
            <w:r>
              <w:rPr>
                <w:sz w:val="14"/>
                <w:szCs w:val="14"/>
              </w:rPr>
              <w:t>falls nicht in derselben Firma geleistet</w:t>
            </w:r>
            <w:r w:rsidRPr="00A369DF">
              <w:rPr>
                <w:sz w:val="14"/>
                <w:szCs w:val="14"/>
              </w:rPr>
              <w:t>)</w:t>
            </w:r>
          </w:p>
        </w:tc>
        <w:tc>
          <w:tcPr>
            <w:tcW w:w="7091" w:type="dxa"/>
            <w:gridSpan w:val="2"/>
            <w:shd w:val="clear" w:color="auto" w:fill="D9D9D9" w:themeFill="background1" w:themeFillShade="D9"/>
          </w:tcPr>
          <w:p w14:paraId="666D7984" w14:textId="77777777" w:rsidR="006F50B3" w:rsidRPr="00545CDC" w:rsidRDefault="006F50B3" w:rsidP="00E3193A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6F50B3" w:rsidRPr="00545CDC" w14:paraId="482D4187" w14:textId="77777777" w:rsidTr="00E3193A">
        <w:trPr>
          <w:cantSplit/>
          <w:trHeight w:hRule="exact" w:val="113"/>
        </w:trPr>
        <w:tc>
          <w:tcPr>
            <w:tcW w:w="2558" w:type="dxa"/>
            <w:tcBorders>
              <w:left w:val="nil"/>
              <w:right w:val="nil"/>
            </w:tcBorders>
          </w:tcPr>
          <w:p w14:paraId="53DE53C9" w14:textId="77777777" w:rsidR="006F50B3" w:rsidRPr="000A03D6" w:rsidRDefault="006F50B3" w:rsidP="00E3193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7091" w:type="dxa"/>
            <w:gridSpan w:val="2"/>
            <w:tcBorders>
              <w:left w:val="nil"/>
              <w:right w:val="nil"/>
            </w:tcBorders>
          </w:tcPr>
          <w:p w14:paraId="134138D0" w14:textId="77777777" w:rsidR="006F50B3" w:rsidRPr="00545CDC" w:rsidRDefault="006F50B3" w:rsidP="00E3193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3C10BC" w:rsidRPr="00BB1C10" w14:paraId="03B03F0D" w14:textId="77777777" w:rsidTr="00FB74AF">
        <w:trPr>
          <w:cantSplit/>
        </w:trPr>
        <w:tc>
          <w:tcPr>
            <w:tcW w:w="2558" w:type="dxa"/>
          </w:tcPr>
          <w:p w14:paraId="06F398B2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Projektbezeichnung</w:t>
            </w:r>
          </w:p>
        </w:tc>
        <w:tc>
          <w:tcPr>
            <w:tcW w:w="7091" w:type="dxa"/>
            <w:gridSpan w:val="2"/>
          </w:tcPr>
          <w:p w14:paraId="4A358EB3" w14:textId="77777777" w:rsidR="003C10BC" w:rsidRPr="00BB1C10" w:rsidRDefault="003C10BC" w:rsidP="00FB74AF">
            <w:pPr>
              <w:spacing w:before="60" w:after="60"/>
              <w:ind w:left="57" w:right="57"/>
              <w:rPr>
                <w:b/>
                <w:sz w:val="20"/>
              </w:rPr>
            </w:pPr>
            <w:r w:rsidRPr="00713D7B">
              <w:rPr>
                <w:b/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b/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b/>
                <w:color w:val="0070C0"/>
                <w:spacing w:val="3"/>
                <w:sz w:val="20"/>
              </w:rPr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79A1FF97" w14:textId="77777777" w:rsidTr="00FB74AF">
        <w:trPr>
          <w:cantSplit/>
        </w:trPr>
        <w:tc>
          <w:tcPr>
            <w:tcW w:w="2558" w:type="dxa"/>
          </w:tcPr>
          <w:p w14:paraId="1B6F76EB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Ort</w:t>
            </w:r>
          </w:p>
        </w:tc>
        <w:tc>
          <w:tcPr>
            <w:tcW w:w="7091" w:type="dxa"/>
            <w:gridSpan w:val="2"/>
          </w:tcPr>
          <w:p w14:paraId="1E31DAC2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14E8B88B" w14:textId="77777777" w:rsidTr="00FB74AF">
        <w:trPr>
          <w:cantSplit/>
        </w:trPr>
        <w:tc>
          <w:tcPr>
            <w:tcW w:w="2558" w:type="dxa"/>
          </w:tcPr>
          <w:p w14:paraId="56D7501F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Projektbeschrieb</w:t>
            </w:r>
          </w:p>
          <w:p w14:paraId="1D29904D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sz w:val="20"/>
                <w:szCs w:val="24"/>
              </w:rPr>
              <w:t xml:space="preserve">Grobbeschrieb der </w:t>
            </w:r>
            <w:proofErr w:type="spellStart"/>
            <w:r w:rsidRPr="00545CDC">
              <w:rPr>
                <w:sz w:val="20"/>
                <w:szCs w:val="24"/>
              </w:rPr>
              <w:t>ausge</w:t>
            </w:r>
            <w:proofErr w:type="spellEnd"/>
            <w:r>
              <w:rPr>
                <w:sz w:val="20"/>
                <w:szCs w:val="24"/>
              </w:rPr>
              <w:t>-</w:t>
            </w:r>
            <w:r w:rsidRPr="00545CDC">
              <w:rPr>
                <w:sz w:val="20"/>
                <w:szCs w:val="24"/>
              </w:rPr>
              <w:t>führten Bauarbeiten</w:t>
            </w:r>
          </w:p>
        </w:tc>
        <w:tc>
          <w:tcPr>
            <w:tcW w:w="7091" w:type="dxa"/>
            <w:gridSpan w:val="2"/>
          </w:tcPr>
          <w:p w14:paraId="5E91A80C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20540C76" w14:textId="77777777" w:rsidTr="00FB74AF">
        <w:trPr>
          <w:cantSplit/>
        </w:trPr>
        <w:tc>
          <w:tcPr>
            <w:tcW w:w="2558" w:type="dxa"/>
            <w:tcBorders>
              <w:bottom w:val="nil"/>
            </w:tcBorders>
          </w:tcPr>
          <w:p w14:paraId="3EFC5A5A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Bauherr</w:t>
            </w:r>
            <w:r>
              <w:rPr>
                <w:b/>
                <w:sz w:val="20"/>
                <w:szCs w:val="24"/>
              </w:rPr>
              <w:t>schaft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2230ED3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Name und Adresse</w:t>
            </w:r>
          </w:p>
          <w:p w14:paraId="45FCB694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14:paraId="0AF52469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  <w:p w14:paraId="79827F0C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</w:p>
          <w:p w14:paraId="1E50E453" w14:textId="77777777" w:rsidR="003C10BC" w:rsidRPr="00545CDC" w:rsidRDefault="003C10BC" w:rsidP="00FB74AF">
            <w:pPr>
              <w:tabs>
                <w:tab w:val="left" w:pos="1185"/>
              </w:tabs>
              <w:spacing w:before="60" w:after="60"/>
              <w:ind w:left="57" w:right="57"/>
              <w:rPr>
                <w:sz w:val="20"/>
              </w:rPr>
            </w:pPr>
          </w:p>
        </w:tc>
      </w:tr>
      <w:tr w:rsidR="003C10BC" w:rsidRPr="00545CDC" w14:paraId="5CCD20B8" w14:textId="77777777" w:rsidTr="00FB74AF">
        <w:trPr>
          <w:cantSplit/>
        </w:trPr>
        <w:tc>
          <w:tcPr>
            <w:tcW w:w="2558" w:type="dxa"/>
            <w:tcBorders>
              <w:top w:val="nil"/>
              <w:bottom w:val="nil"/>
            </w:tcBorders>
          </w:tcPr>
          <w:p w14:paraId="536EC935" w14:textId="77777777" w:rsidR="003C10BC" w:rsidRPr="00B42683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C29D4E3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 xml:space="preserve">Referenz – </w:t>
            </w:r>
            <w:r>
              <w:rPr>
                <w:sz w:val="20"/>
              </w:rPr>
              <w:br/>
              <w:t>Ansprechperson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14:paraId="4BD8F21D" w14:textId="77777777" w:rsidR="003C10BC" w:rsidRPr="00545CDC" w:rsidRDefault="003C10BC" w:rsidP="00FB74AF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7880E273" w14:textId="77777777" w:rsidTr="00FB74AF">
        <w:trPr>
          <w:cantSplit/>
        </w:trPr>
        <w:tc>
          <w:tcPr>
            <w:tcW w:w="2558" w:type="dxa"/>
            <w:tcBorders>
              <w:top w:val="nil"/>
              <w:bottom w:val="nil"/>
            </w:tcBorders>
          </w:tcPr>
          <w:p w14:paraId="446D190C" w14:textId="77777777" w:rsidR="003C10BC" w:rsidRPr="00B42683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2866B1E9" w14:textId="77777777" w:rsidR="003C10BC" w:rsidRPr="00545CDC" w:rsidRDefault="003C10BC" w:rsidP="00FB74AF">
            <w:pPr>
              <w:spacing w:before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 xml:space="preserve">Aufgabe / Funktion </w:t>
            </w:r>
          </w:p>
          <w:p w14:paraId="06C3F53D" w14:textId="77777777" w:rsidR="003C10BC" w:rsidRPr="00545CDC" w:rsidRDefault="003C10BC" w:rsidP="00FB74AF">
            <w:pPr>
              <w:spacing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Ansprechperson</w:t>
            </w:r>
          </w:p>
        </w:tc>
        <w:tc>
          <w:tcPr>
            <w:tcW w:w="4398" w:type="dxa"/>
            <w:tcBorders>
              <w:top w:val="single" w:sz="4" w:space="0" w:color="auto"/>
              <w:bottom w:val="single" w:sz="4" w:space="0" w:color="auto"/>
            </w:tcBorders>
          </w:tcPr>
          <w:p w14:paraId="26A3E47A" w14:textId="77777777" w:rsidR="003C10BC" w:rsidRPr="00545CDC" w:rsidRDefault="003C10BC" w:rsidP="00FB74AF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3550ED04" w14:textId="77777777" w:rsidTr="00FB74AF">
        <w:trPr>
          <w:cantSplit/>
        </w:trPr>
        <w:tc>
          <w:tcPr>
            <w:tcW w:w="2558" w:type="dxa"/>
            <w:tcBorders>
              <w:top w:val="nil"/>
            </w:tcBorders>
          </w:tcPr>
          <w:p w14:paraId="037C5695" w14:textId="77777777" w:rsidR="003C10BC" w:rsidRPr="00B42683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4124EE5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Telefon</w:t>
            </w:r>
          </w:p>
        </w:tc>
        <w:tc>
          <w:tcPr>
            <w:tcW w:w="4398" w:type="dxa"/>
            <w:tcBorders>
              <w:top w:val="single" w:sz="4" w:space="0" w:color="auto"/>
            </w:tcBorders>
          </w:tcPr>
          <w:p w14:paraId="5D698CF1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5946A1F9" w14:textId="77777777" w:rsidTr="00FB74AF">
        <w:trPr>
          <w:cantSplit/>
        </w:trPr>
        <w:tc>
          <w:tcPr>
            <w:tcW w:w="2558" w:type="dxa"/>
          </w:tcPr>
          <w:p w14:paraId="7CA188C4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Datum der</w:t>
            </w:r>
            <w:r>
              <w:rPr>
                <w:b/>
                <w:sz w:val="20"/>
                <w:szCs w:val="24"/>
              </w:rPr>
              <w:br/>
              <w:t>Schlussabnahme</w:t>
            </w:r>
          </w:p>
        </w:tc>
        <w:tc>
          <w:tcPr>
            <w:tcW w:w="7091" w:type="dxa"/>
            <w:gridSpan w:val="2"/>
          </w:tcPr>
          <w:p w14:paraId="5C08D0FF" w14:textId="77777777" w:rsidR="003C10BC" w:rsidRPr="00545CDC" w:rsidRDefault="003C10BC" w:rsidP="00FB74AF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0071F20B" w14:textId="77777777" w:rsidTr="00FB74AF">
        <w:trPr>
          <w:cantSplit/>
          <w:trHeight w:hRule="exact" w:val="113"/>
        </w:trPr>
        <w:tc>
          <w:tcPr>
            <w:tcW w:w="2558" w:type="dxa"/>
            <w:tcBorders>
              <w:left w:val="nil"/>
              <w:right w:val="nil"/>
            </w:tcBorders>
          </w:tcPr>
          <w:p w14:paraId="05C0B769" w14:textId="77777777" w:rsidR="003C10BC" w:rsidRPr="000A03D6" w:rsidRDefault="003C10BC" w:rsidP="00FB74AF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7091" w:type="dxa"/>
            <w:gridSpan w:val="2"/>
            <w:tcBorders>
              <w:left w:val="nil"/>
              <w:right w:val="nil"/>
            </w:tcBorders>
          </w:tcPr>
          <w:p w14:paraId="4D48E47A" w14:textId="77777777" w:rsidR="003C10BC" w:rsidRPr="00545CDC" w:rsidRDefault="003C10BC" w:rsidP="00FB74AF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3C10BC" w:rsidRPr="00545CDC" w14:paraId="1E33BC07" w14:textId="77777777" w:rsidTr="00FB74AF">
        <w:trPr>
          <w:cantSplit/>
        </w:trPr>
        <w:tc>
          <w:tcPr>
            <w:tcW w:w="2558" w:type="dxa"/>
          </w:tcPr>
          <w:p w14:paraId="2E5F3BAE" w14:textId="77777777" w:rsidR="003C10BC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</w:t>
            </w:r>
            <w:r>
              <w:rPr>
                <w:b/>
                <w:sz w:val="20"/>
                <w:szCs w:val="24"/>
              </w:rPr>
              <w:t>summe</w:t>
            </w:r>
            <w:r>
              <w:rPr>
                <w:b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>[CHF, inkl. MwSt.]</w:t>
            </w:r>
            <w:r>
              <w:rPr>
                <w:b/>
                <w:sz w:val="20"/>
                <w:szCs w:val="24"/>
              </w:rPr>
              <w:br/>
            </w:r>
          </w:p>
          <w:p w14:paraId="16815815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0A2D82">
              <w:rPr>
                <w:bCs/>
                <w:color w:val="000000" w:themeColor="text1"/>
                <w:sz w:val="20"/>
                <w:szCs w:val="24"/>
              </w:rPr>
              <w:t>Gilt als Basis der geforderten Summe bei ZK</w:t>
            </w:r>
          </w:p>
        </w:tc>
        <w:tc>
          <w:tcPr>
            <w:tcW w:w="7091" w:type="dxa"/>
            <w:gridSpan w:val="2"/>
          </w:tcPr>
          <w:p w14:paraId="7B1CE2BF" w14:textId="77777777" w:rsidR="003C10BC" w:rsidRPr="00545CDC" w:rsidRDefault="003C10BC" w:rsidP="00FB74AF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43F63716" w14:textId="77777777" w:rsidTr="00FB74AF">
        <w:trPr>
          <w:cantSplit/>
          <w:trHeight w:hRule="exact" w:val="113"/>
        </w:trPr>
        <w:tc>
          <w:tcPr>
            <w:tcW w:w="2558" w:type="dxa"/>
            <w:tcBorders>
              <w:left w:val="nil"/>
              <w:bottom w:val="single" w:sz="4" w:space="0" w:color="auto"/>
              <w:right w:val="nil"/>
            </w:tcBorders>
          </w:tcPr>
          <w:p w14:paraId="41C1135D" w14:textId="77777777" w:rsidR="003C10BC" w:rsidRPr="000A03D6" w:rsidRDefault="003C10BC" w:rsidP="00FB74AF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709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710A0D1" w14:textId="77777777" w:rsidR="003C10BC" w:rsidRPr="00545CDC" w:rsidRDefault="003C10BC" w:rsidP="00FB74AF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3C10BC" w:rsidRPr="00EC3365" w14:paraId="29735E77" w14:textId="77777777" w:rsidTr="00FB74AF">
        <w:trPr>
          <w:cantSplit/>
        </w:trPr>
        <w:tc>
          <w:tcPr>
            <w:tcW w:w="2558" w:type="dxa"/>
            <w:tcBorders>
              <w:bottom w:val="single" w:sz="4" w:space="0" w:color="auto"/>
            </w:tcBorders>
          </w:tcPr>
          <w:p w14:paraId="57AC1391" w14:textId="77777777" w:rsidR="003C10BC" w:rsidRPr="00EC3365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873906">
              <w:rPr>
                <w:b/>
                <w:sz w:val="20"/>
              </w:rPr>
              <w:t>Vergleichbarkeit</w:t>
            </w:r>
            <w:r>
              <w:rPr>
                <w:sz w:val="20"/>
              </w:rPr>
              <w:br/>
            </w:r>
            <w:r w:rsidRPr="002F652F">
              <w:rPr>
                <w:sz w:val="20"/>
              </w:rPr>
              <w:t>Weshalb ist die Referenz mit den ausgeschriebenen Leistungen vergleichbar?</w:t>
            </w:r>
          </w:p>
        </w:tc>
        <w:tc>
          <w:tcPr>
            <w:tcW w:w="7091" w:type="dxa"/>
            <w:gridSpan w:val="2"/>
            <w:tcBorders>
              <w:bottom w:val="single" w:sz="4" w:space="0" w:color="auto"/>
            </w:tcBorders>
          </w:tcPr>
          <w:p w14:paraId="7F7793F0" w14:textId="77777777" w:rsidR="003C10BC" w:rsidRPr="00EC3365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EC3365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3365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EC3365">
              <w:rPr>
                <w:color w:val="0070C0"/>
                <w:spacing w:val="3"/>
                <w:sz w:val="20"/>
              </w:rPr>
            </w:r>
            <w:r w:rsidRPr="00EC3365">
              <w:rPr>
                <w:color w:val="0070C0"/>
                <w:spacing w:val="3"/>
                <w:sz w:val="20"/>
              </w:rPr>
              <w:fldChar w:fldCharType="separate"/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</w:tbl>
    <w:p w14:paraId="78D66C1D" w14:textId="77777777" w:rsidR="00B418B5" w:rsidRPr="00747A1D" w:rsidRDefault="00B418B5" w:rsidP="00B418B5">
      <w:pPr>
        <w:pStyle w:val="Text1"/>
        <w:spacing w:before="60" w:after="60"/>
        <w:rPr>
          <w:rFonts w:cs="Arial"/>
        </w:rPr>
      </w:pPr>
    </w:p>
    <w:p w14:paraId="54FE9616" w14:textId="11CA2E5C" w:rsidR="00B418B5" w:rsidRPr="00EC3365" w:rsidRDefault="00B418B5" w:rsidP="00B418B5">
      <w:pPr>
        <w:pStyle w:val="Text1"/>
        <w:rPr>
          <w:rFonts w:cs="Arial"/>
          <w:sz w:val="20"/>
        </w:rPr>
      </w:pPr>
      <w:r w:rsidRPr="00EC3365">
        <w:rPr>
          <w:rFonts w:cs="Arial"/>
          <w:sz w:val="20"/>
        </w:rPr>
        <w:t xml:space="preserve">Dem </w:t>
      </w:r>
      <w:r w:rsidR="0030702C" w:rsidRPr="00EC3365">
        <w:rPr>
          <w:rFonts w:cs="Arial"/>
          <w:sz w:val="20"/>
        </w:rPr>
        <w:t>Anbietenden</w:t>
      </w:r>
      <w:r w:rsidRPr="00EC3365">
        <w:rPr>
          <w:rFonts w:cs="Arial"/>
          <w:sz w:val="20"/>
        </w:rPr>
        <w:t xml:space="preserve"> ist freigestellt, allfällige Bilder und Skizzen beizulegen. Allfällige Beilagen sind nachstehend aufzuführen</w:t>
      </w:r>
      <w:r w:rsidR="00EC3365" w:rsidRPr="00EC3365">
        <w:rPr>
          <w:rFonts w:cs="Arial"/>
          <w:sz w:val="20"/>
        </w:rPr>
        <w:t xml:space="preserve"> </w:t>
      </w:r>
      <w:bookmarkStart w:id="6" w:name="_Hlk156811533"/>
      <w:r w:rsidR="00EC3365" w:rsidRPr="00EC3365">
        <w:rPr>
          <w:rFonts w:cs="Arial"/>
          <w:sz w:val="20"/>
        </w:rPr>
        <w:t>und diesem Dokument anzuhängen</w:t>
      </w:r>
      <w:bookmarkEnd w:id="6"/>
      <w:r w:rsidRPr="00EC3365">
        <w:rPr>
          <w:rFonts w:cs="Arial"/>
          <w:sz w:val="20"/>
        </w:rPr>
        <w:t>:</w:t>
      </w:r>
    </w:p>
    <w:p w14:paraId="45D0A614" w14:textId="77777777" w:rsidR="00B418B5" w:rsidRPr="0030702C" w:rsidRDefault="00B418B5" w:rsidP="00B418B5">
      <w:pPr>
        <w:pStyle w:val="Text1"/>
        <w:ind w:left="851" w:hanging="851"/>
        <w:rPr>
          <w:rFonts w:cs="Arial"/>
          <w:color w:val="0070C0"/>
          <w:sz w:val="20"/>
        </w:rPr>
      </w:pPr>
      <w:r w:rsidRPr="0030702C">
        <w:rPr>
          <w:rFonts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02C">
        <w:rPr>
          <w:rFonts w:cs="Arial"/>
          <w:sz w:val="20"/>
        </w:rPr>
        <w:instrText xml:space="preserve"> FORMCHECKBOX </w:instrText>
      </w:r>
      <w:r w:rsidRPr="0030702C">
        <w:rPr>
          <w:rFonts w:cs="Arial"/>
          <w:sz w:val="20"/>
        </w:rPr>
      </w:r>
      <w:r w:rsidRPr="0030702C">
        <w:rPr>
          <w:rFonts w:cs="Arial"/>
          <w:sz w:val="20"/>
        </w:rPr>
        <w:fldChar w:fldCharType="separate"/>
      </w:r>
      <w:r w:rsidRPr="0030702C">
        <w:rPr>
          <w:rFonts w:cs="Arial"/>
          <w:sz w:val="20"/>
        </w:rPr>
        <w:fldChar w:fldCharType="end"/>
      </w:r>
      <w:r w:rsidRPr="0030702C">
        <w:rPr>
          <w:rFonts w:cs="Arial"/>
          <w:sz w:val="20"/>
        </w:rPr>
        <w:tab/>
      </w:r>
      <w:r w:rsidRPr="0030702C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0702C">
        <w:rPr>
          <w:rFonts w:cs="Arial"/>
          <w:color w:val="0070C0"/>
          <w:sz w:val="20"/>
        </w:rPr>
        <w:instrText xml:space="preserve"> FORMTEXT </w:instrText>
      </w:r>
      <w:r w:rsidRPr="0030702C">
        <w:rPr>
          <w:rFonts w:cs="Arial"/>
          <w:color w:val="0070C0"/>
          <w:sz w:val="20"/>
        </w:rPr>
      </w:r>
      <w:r w:rsidRPr="0030702C">
        <w:rPr>
          <w:rFonts w:cs="Arial"/>
          <w:color w:val="0070C0"/>
          <w:sz w:val="20"/>
        </w:rPr>
        <w:fldChar w:fldCharType="separate"/>
      </w:r>
      <w:r w:rsidRPr="0030702C">
        <w:rPr>
          <w:rFonts w:cs="Arial"/>
          <w:noProof/>
          <w:color w:val="0070C0"/>
          <w:sz w:val="20"/>
        </w:rPr>
        <w:t> </w:t>
      </w:r>
      <w:r w:rsidRPr="0030702C">
        <w:rPr>
          <w:rFonts w:cs="Arial"/>
          <w:noProof/>
          <w:color w:val="0070C0"/>
          <w:sz w:val="20"/>
        </w:rPr>
        <w:t> </w:t>
      </w:r>
      <w:r w:rsidRPr="0030702C">
        <w:rPr>
          <w:rFonts w:cs="Arial"/>
          <w:noProof/>
          <w:color w:val="0070C0"/>
          <w:sz w:val="20"/>
        </w:rPr>
        <w:t> </w:t>
      </w:r>
      <w:r w:rsidRPr="0030702C">
        <w:rPr>
          <w:rFonts w:cs="Arial"/>
          <w:noProof/>
          <w:color w:val="0070C0"/>
          <w:sz w:val="20"/>
        </w:rPr>
        <w:t> </w:t>
      </w:r>
      <w:r w:rsidRPr="0030702C">
        <w:rPr>
          <w:rFonts w:cs="Arial"/>
          <w:noProof/>
          <w:color w:val="0070C0"/>
          <w:sz w:val="20"/>
        </w:rPr>
        <w:t> </w:t>
      </w:r>
      <w:r w:rsidRPr="0030702C">
        <w:rPr>
          <w:rFonts w:cs="Arial"/>
          <w:color w:val="0070C0"/>
          <w:sz w:val="20"/>
        </w:rPr>
        <w:fldChar w:fldCharType="end"/>
      </w:r>
    </w:p>
    <w:p w14:paraId="7080302B" w14:textId="77777777" w:rsidR="00B418B5" w:rsidRPr="0030702C" w:rsidRDefault="00B418B5" w:rsidP="00B418B5">
      <w:pPr>
        <w:pStyle w:val="Text1"/>
        <w:ind w:left="851" w:hanging="851"/>
        <w:rPr>
          <w:rFonts w:cs="Arial"/>
          <w:color w:val="0070C0"/>
          <w:sz w:val="20"/>
        </w:rPr>
      </w:pPr>
    </w:p>
    <w:p w14:paraId="4116C982" w14:textId="77777777" w:rsidR="00612942" w:rsidRPr="003C10BC" w:rsidRDefault="00612942" w:rsidP="00181BA9">
      <w:pPr>
        <w:pStyle w:val="berschrift2"/>
      </w:pPr>
      <w:bookmarkStart w:id="7" w:name="_Toc82102522"/>
      <w:bookmarkStart w:id="8" w:name="_Toc159511124"/>
      <w:r w:rsidRPr="003C10BC">
        <w:t>Sprachkenntnisse</w:t>
      </w:r>
      <w:bookmarkEnd w:id="7"/>
      <w:bookmarkEnd w:id="8"/>
    </w:p>
    <w:p w14:paraId="223D4E9B" w14:textId="77777777" w:rsidR="00612942" w:rsidRPr="00EC3365" w:rsidRDefault="00612942" w:rsidP="00612942">
      <w:pPr>
        <w:spacing w:before="60" w:after="60"/>
        <w:rPr>
          <w:rFonts w:cs="Arial"/>
          <w:sz w:val="20"/>
        </w:rPr>
      </w:pPr>
      <w:r w:rsidRPr="00EC3365">
        <w:rPr>
          <w:rFonts w:cs="Arial"/>
          <w:sz w:val="20"/>
        </w:rPr>
        <w:t xml:space="preserve">Die Schlüsselperson verfügt über die notwendigen Kenntnisse der </w:t>
      </w:r>
      <w:r w:rsidRPr="00EC3365">
        <w:rPr>
          <w:rStyle w:val="Text1Zchn"/>
          <w:rFonts w:cs="Arial"/>
          <w:sz w:val="20"/>
        </w:rPr>
        <w:t>Amtssprache am Ort</w:t>
      </w:r>
      <w:r w:rsidRPr="00EC3365">
        <w:rPr>
          <w:rFonts w:cs="Arial"/>
          <w:sz w:val="20"/>
        </w:rPr>
        <w:t xml:space="preserve"> der Baustelle:</w:t>
      </w:r>
    </w:p>
    <w:p w14:paraId="24FD43A3" w14:textId="77777777" w:rsidR="00612942" w:rsidRPr="00EC3365" w:rsidRDefault="00612942" w:rsidP="00612942">
      <w:pPr>
        <w:spacing w:before="60" w:after="60"/>
        <w:ind w:left="2835" w:hanging="2835"/>
        <w:rPr>
          <w:rFonts w:cs="Arial"/>
          <w:sz w:val="20"/>
        </w:rPr>
      </w:pPr>
      <w:r w:rsidRPr="00EC3365">
        <w:rPr>
          <w:rFonts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C3365">
        <w:rPr>
          <w:rFonts w:cs="Arial"/>
          <w:sz w:val="20"/>
        </w:rPr>
        <w:instrText xml:space="preserve"> FORMCHECKBOX </w:instrText>
      </w:r>
      <w:r w:rsidRPr="00EC3365">
        <w:rPr>
          <w:rFonts w:cs="Arial"/>
          <w:sz w:val="20"/>
        </w:rPr>
      </w:r>
      <w:r w:rsidRPr="00EC3365">
        <w:rPr>
          <w:rFonts w:cs="Arial"/>
          <w:sz w:val="20"/>
        </w:rPr>
        <w:fldChar w:fldCharType="separate"/>
      </w:r>
      <w:r w:rsidRPr="00EC3365">
        <w:rPr>
          <w:rFonts w:cs="Arial"/>
          <w:sz w:val="20"/>
        </w:rPr>
        <w:fldChar w:fldCharType="end"/>
      </w:r>
      <w:r w:rsidRPr="00EC3365">
        <w:rPr>
          <w:rFonts w:cs="Arial"/>
          <w:sz w:val="20"/>
        </w:rPr>
        <w:t xml:space="preserve"> Ja</w:t>
      </w:r>
    </w:p>
    <w:p w14:paraId="231887F4" w14:textId="77777777" w:rsidR="00612942" w:rsidRPr="00EC3365" w:rsidRDefault="00612942" w:rsidP="00612942">
      <w:pPr>
        <w:spacing w:before="60" w:after="60"/>
        <w:ind w:left="2835" w:hanging="2835"/>
        <w:rPr>
          <w:rFonts w:cs="Arial"/>
          <w:sz w:val="20"/>
        </w:rPr>
      </w:pPr>
      <w:r w:rsidRPr="00EC3365">
        <w:rPr>
          <w:rFonts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C3365">
        <w:rPr>
          <w:rFonts w:cs="Arial"/>
          <w:sz w:val="20"/>
        </w:rPr>
        <w:instrText xml:space="preserve"> FORMCHECKBOX </w:instrText>
      </w:r>
      <w:r w:rsidRPr="00EC3365">
        <w:rPr>
          <w:rFonts w:cs="Arial"/>
          <w:sz w:val="20"/>
        </w:rPr>
      </w:r>
      <w:r w:rsidRPr="00EC3365">
        <w:rPr>
          <w:rFonts w:cs="Arial"/>
          <w:sz w:val="20"/>
        </w:rPr>
        <w:fldChar w:fldCharType="separate"/>
      </w:r>
      <w:r w:rsidRPr="00EC3365">
        <w:rPr>
          <w:rFonts w:cs="Arial"/>
          <w:sz w:val="20"/>
        </w:rPr>
        <w:fldChar w:fldCharType="end"/>
      </w:r>
      <w:r w:rsidRPr="00EC3365">
        <w:rPr>
          <w:rFonts w:cs="Arial"/>
          <w:sz w:val="20"/>
        </w:rPr>
        <w:t xml:space="preserve"> Nein</w:t>
      </w:r>
    </w:p>
    <w:p w14:paraId="7F2456E8" w14:textId="77777777" w:rsidR="00612942" w:rsidRPr="00EC3365" w:rsidRDefault="00612942" w:rsidP="00612942">
      <w:pPr>
        <w:pStyle w:val="Text1"/>
        <w:spacing w:before="60" w:after="60"/>
        <w:rPr>
          <w:rFonts w:cs="Arial"/>
          <w:sz w:val="20"/>
        </w:rPr>
      </w:pPr>
      <w:r w:rsidRPr="00EC3365">
        <w:rPr>
          <w:rFonts w:cs="Arial"/>
          <w:sz w:val="20"/>
        </w:rPr>
        <w:t>Falls nein, aufzeigen einer Lösung zur Sicherstellung der Verständigung zwischen den Beteiligten im Projekt:</w:t>
      </w:r>
    </w:p>
    <w:p w14:paraId="3026F61F" w14:textId="77777777" w:rsidR="00612942" w:rsidRPr="00EC3365" w:rsidRDefault="00612942" w:rsidP="00612942">
      <w:pPr>
        <w:spacing w:before="60" w:after="60"/>
        <w:ind w:left="2835" w:hanging="2835"/>
        <w:rPr>
          <w:rFonts w:cs="Arial"/>
          <w:sz w:val="20"/>
        </w:rPr>
      </w:pPr>
      <w:r w:rsidRPr="00EC3365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C3365">
        <w:rPr>
          <w:rFonts w:cs="Arial"/>
          <w:color w:val="0070C0"/>
          <w:sz w:val="20"/>
        </w:rPr>
        <w:instrText xml:space="preserve"> FORMTEXT </w:instrText>
      </w:r>
      <w:r w:rsidRPr="00EC3365">
        <w:rPr>
          <w:rFonts w:cs="Arial"/>
          <w:color w:val="0070C0"/>
          <w:sz w:val="20"/>
        </w:rPr>
      </w:r>
      <w:r w:rsidRPr="00EC3365">
        <w:rPr>
          <w:rFonts w:cs="Arial"/>
          <w:color w:val="0070C0"/>
          <w:sz w:val="20"/>
        </w:rPr>
        <w:fldChar w:fldCharType="separate"/>
      </w:r>
      <w:r w:rsidRPr="00EC3365">
        <w:rPr>
          <w:rFonts w:cs="Arial"/>
          <w:noProof/>
          <w:color w:val="0070C0"/>
          <w:sz w:val="20"/>
        </w:rPr>
        <w:t> </w:t>
      </w:r>
      <w:r w:rsidRPr="00EC3365">
        <w:rPr>
          <w:rFonts w:cs="Arial"/>
          <w:noProof/>
          <w:color w:val="0070C0"/>
          <w:sz w:val="20"/>
        </w:rPr>
        <w:t> </w:t>
      </w:r>
      <w:r w:rsidRPr="00EC3365">
        <w:rPr>
          <w:rFonts w:cs="Arial"/>
          <w:noProof/>
          <w:color w:val="0070C0"/>
          <w:sz w:val="20"/>
        </w:rPr>
        <w:t> </w:t>
      </w:r>
      <w:r w:rsidRPr="00EC3365">
        <w:rPr>
          <w:rFonts w:cs="Arial"/>
          <w:noProof/>
          <w:color w:val="0070C0"/>
          <w:sz w:val="20"/>
        </w:rPr>
        <w:t> </w:t>
      </w:r>
      <w:r w:rsidRPr="00EC3365">
        <w:rPr>
          <w:rFonts w:cs="Arial"/>
          <w:noProof/>
          <w:color w:val="0070C0"/>
          <w:sz w:val="20"/>
        </w:rPr>
        <w:t> </w:t>
      </w:r>
      <w:r w:rsidRPr="00EC3365">
        <w:rPr>
          <w:rFonts w:cs="Arial"/>
          <w:color w:val="0070C0"/>
          <w:sz w:val="20"/>
        </w:rPr>
        <w:fldChar w:fldCharType="end"/>
      </w:r>
    </w:p>
    <w:p w14:paraId="61BCD635" w14:textId="77777777" w:rsidR="00612942" w:rsidRPr="00EC3365" w:rsidRDefault="00612942" w:rsidP="00612942">
      <w:pPr>
        <w:ind w:left="2835" w:hanging="2835"/>
        <w:rPr>
          <w:rFonts w:cs="Arial"/>
          <w:sz w:val="20"/>
        </w:rPr>
      </w:pPr>
    </w:p>
    <w:p w14:paraId="24728C04" w14:textId="77777777" w:rsidR="00612942" w:rsidRPr="00EC3365" w:rsidRDefault="00612942" w:rsidP="00612942">
      <w:pPr>
        <w:ind w:left="2835" w:hanging="2835"/>
        <w:rPr>
          <w:rFonts w:cs="Arial"/>
          <w:sz w:val="20"/>
        </w:rPr>
      </w:pPr>
      <w:r w:rsidRPr="00EC3365">
        <w:rPr>
          <w:rFonts w:cs="Arial"/>
          <w:sz w:val="20"/>
        </w:rPr>
        <w:t>Dem Angebot beizulegen:</w:t>
      </w:r>
    </w:p>
    <w:p w14:paraId="59724A58" w14:textId="77777777" w:rsidR="00612942" w:rsidRPr="00EC3365" w:rsidRDefault="00612942" w:rsidP="00612942">
      <w:pPr>
        <w:pStyle w:val="Text1"/>
        <w:numPr>
          <w:ilvl w:val="0"/>
          <w:numId w:val="21"/>
        </w:numPr>
        <w:ind w:left="284" w:hanging="284"/>
        <w:rPr>
          <w:rFonts w:cs="Arial"/>
          <w:sz w:val="20"/>
        </w:rPr>
      </w:pPr>
      <w:r w:rsidRPr="00EC3365">
        <w:rPr>
          <w:rFonts w:cs="Arial"/>
          <w:sz w:val="20"/>
        </w:rPr>
        <w:t>Lebenslauf (CV) der Schlüsselperson</w:t>
      </w:r>
    </w:p>
    <w:p w14:paraId="0A91F87F" w14:textId="11F9EB9C" w:rsidR="00ED6A31" w:rsidRDefault="00ED6A31" w:rsidP="00FA3C38">
      <w:pPr>
        <w:pStyle w:val="berschrift1"/>
      </w:pPr>
      <w:bookmarkStart w:id="9" w:name="_Toc159511125"/>
      <w:r>
        <w:lastRenderedPageBreak/>
        <w:t xml:space="preserve">Schlüsselperson 2: </w:t>
      </w:r>
      <w:r w:rsidR="00EC3365">
        <w:t>Chefpolier*in</w:t>
      </w:r>
      <w:bookmarkEnd w:id="9"/>
    </w:p>
    <w:p w14:paraId="4EB32CEC" w14:textId="77777777" w:rsidR="00ED6A31" w:rsidRPr="00612942" w:rsidRDefault="00ED6A31" w:rsidP="00181BA9">
      <w:pPr>
        <w:pStyle w:val="berschrift2"/>
      </w:pPr>
      <w:bookmarkStart w:id="10" w:name="_Toc159511126"/>
      <w:r>
        <w:t>Angaben</w:t>
      </w:r>
      <w:bookmarkEnd w:id="10"/>
    </w:p>
    <w:p w14:paraId="4FFE7916" w14:textId="77777777" w:rsidR="00FA3C38" w:rsidRPr="00747A1D" w:rsidRDefault="00FA3C38" w:rsidP="00FA3C38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  <w:lang w:eastAsia="en-US"/>
        </w:rPr>
        <w:t>Vorname:</w:t>
      </w:r>
      <w:r w:rsidRPr="00747A1D">
        <w:rPr>
          <w:rFonts w:cs="Arial"/>
          <w:sz w:val="20"/>
          <w:lang w:eastAsia="en-US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70782CF6" w14:textId="77777777" w:rsidR="00FA3C38" w:rsidRPr="00747A1D" w:rsidRDefault="00FA3C38" w:rsidP="00FA3C38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Name: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3C6BF8A7" w14:textId="77777777" w:rsidR="00FA3C38" w:rsidRPr="00747A1D" w:rsidRDefault="00FA3C38" w:rsidP="00FA3C38">
      <w:pPr>
        <w:spacing w:before="60" w:after="60"/>
        <w:ind w:left="2835" w:hanging="2835"/>
        <w:rPr>
          <w:rFonts w:cs="Arial"/>
          <w:sz w:val="20"/>
        </w:rPr>
      </w:pPr>
    </w:p>
    <w:p w14:paraId="152EFAD5" w14:textId="6C5BD064" w:rsidR="00FA3C38" w:rsidRPr="00747A1D" w:rsidRDefault="004C0313" w:rsidP="00FA3C38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Ausbildung</w:t>
      </w:r>
      <w:r>
        <w:rPr>
          <w:rFonts w:cs="Arial"/>
          <w:sz w:val="20"/>
        </w:rPr>
        <w:t>/Weiterbildung</w:t>
      </w:r>
      <w:r w:rsidR="00FA3C38" w:rsidRPr="00747A1D">
        <w:rPr>
          <w:rFonts w:cs="Arial"/>
          <w:sz w:val="20"/>
        </w:rPr>
        <w:t>:</w:t>
      </w:r>
      <w:r w:rsidR="00FA3C38" w:rsidRPr="00747A1D">
        <w:rPr>
          <w:rFonts w:cs="Arial"/>
          <w:sz w:val="20"/>
        </w:rPr>
        <w:tab/>
      </w:r>
      <w:r w:rsidR="00FA3C38"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A3C38" w:rsidRPr="00747A1D">
        <w:rPr>
          <w:rFonts w:cs="Arial"/>
          <w:color w:val="0070C0"/>
          <w:sz w:val="20"/>
        </w:rPr>
        <w:instrText xml:space="preserve"> FORMTEXT </w:instrText>
      </w:r>
      <w:r w:rsidR="00FA3C38" w:rsidRPr="00747A1D">
        <w:rPr>
          <w:rFonts w:cs="Arial"/>
          <w:color w:val="0070C0"/>
          <w:sz w:val="20"/>
        </w:rPr>
      </w:r>
      <w:r w:rsidR="00FA3C38" w:rsidRPr="00747A1D">
        <w:rPr>
          <w:rFonts w:cs="Arial"/>
          <w:color w:val="0070C0"/>
          <w:sz w:val="20"/>
        </w:rPr>
        <w:fldChar w:fldCharType="separate"/>
      </w:r>
      <w:r w:rsidR="00FA3C38">
        <w:rPr>
          <w:rFonts w:cs="Arial"/>
          <w:noProof/>
          <w:color w:val="0070C0"/>
          <w:sz w:val="20"/>
        </w:rPr>
        <w:t> </w:t>
      </w:r>
      <w:r w:rsidR="00FA3C38">
        <w:rPr>
          <w:rFonts w:cs="Arial"/>
          <w:noProof/>
          <w:color w:val="0070C0"/>
          <w:sz w:val="20"/>
        </w:rPr>
        <w:t> </w:t>
      </w:r>
      <w:r w:rsidR="00FA3C38">
        <w:rPr>
          <w:rFonts w:cs="Arial"/>
          <w:noProof/>
          <w:color w:val="0070C0"/>
          <w:sz w:val="20"/>
        </w:rPr>
        <w:t> </w:t>
      </w:r>
      <w:r w:rsidR="00FA3C38">
        <w:rPr>
          <w:rFonts w:cs="Arial"/>
          <w:noProof/>
          <w:color w:val="0070C0"/>
          <w:sz w:val="20"/>
        </w:rPr>
        <w:t> </w:t>
      </w:r>
      <w:r w:rsidR="00FA3C38">
        <w:rPr>
          <w:rFonts w:cs="Arial"/>
          <w:noProof/>
          <w:color w:val="0070C0"/>
          <w:sz w:val="20"/>
        </w:rPr>
        <w:t> </w:t>
      </w:r>
      <w:r w:rsidR="00FA3C38" w:rsidRPr="00747A1D">
        <w:rPr>
          <w:rFonts w:cs="Arial"/>
          <w:color w:val="0070C0"/>
          <w:sz w:val="20"/>
        </w:rPr>
        <w:fldChar w:fldCharType="end"/>
      </w:r>
    </w:p>
    <w:p w14:paraId="465980E4" w14:textId="77777777" w:rsidR="00FA3C38" w:rsidRPr="00747A1D" w:rsidRDefault="00FA3C38" w:rsidP="00FA3C38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Diplom, Jahr: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72B2778D" w14:textId="77777777" w:rsidR="00FA3C38" w:rsidRPr="00747A1D" w:rsidRDefault="00FA3C38" w:rsidP="00FA3C38">
      <w:pPr>
        <w:spacing w:before="60" w:after="60"/>
        <w:ind w:left="2835" w:hanging="2835"/>
        <w:rPr>
          <w:rFonts w:cs="Arial"/>
          <w:sz w:val="20"/>
        </w:rPr>
      </w:pPr>
    </w:p>
    <w:p w14:paraId="43A15C6D" w14:textId="77777777" w:rsidR="00FA3C38" w:rsidRPr="00747A1D" w:rsidRDefault="00FA3C38" w:rsidP="00FA3C38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Firma: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20639359" w14:textId="77777777" w:rsidR="00FA3C38" w:rsidRPr="00747A1D" w:rsidRDefault="00FA3C38" w:rsidP="00FA3C38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Eintritt am: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27187754" w14:textId="77777777" w:rsidR="00FA3C38" w:rsidRPr="00747A1D" w:rsidRDefault="00FA3C38" w:rsidP="00FA3C38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Funktion heute: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70A69B9E" w14:textId="77777777" w:rsidR="00FA3C38" w:rsidRPr="00747A1D" w:rsidRDefault="00FA3C38" w:rsidP="00FA3C38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Funktion ausgeübt seit: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584725A7" w14:textId="77777777" w:rsidR="00FA3C38" w:rsidRPr="00747A1D" w:rsidRDefault="00FA3C38" w:rsidP="00FA3C38">
      <w:pPr>
        <w:spacing w:before="60" w:after="60"/>
        <w:ind w:left="2835" w:hanging="2835"/>
        <w:rPr>
          <w:rFonts w:cs="Arial"/>
          <w:sz w:val="20"/>
        </w:rPr>
      </w:pPr>
      <w:r w:rsidRPr="00747A1D">
        <w:rPr>
          <w:rFonts w:cs="Arial"/>
          <w:sz w:val="20"/>
        </w:rPr>
        <w:t>E-Mail:</w:t>
      </w:r>
      <w:r w:rsidRPr="00747A1D">
        <w:rPr>
          <w:rFonts w:cs="Arial"/>
          <w:sz w:val="20"/>
        </w:rPr>
        <w:tab/>
      </w:r>
      <w:r w:rsidRPr="00747A1D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  <w:sz w:val="20"/>
        </w:rPr>
        <w:instrText xml:space="preserve"> FORMTEXT </w:instrText>
      </w:r>
      <w:r w:rsidRPr="00747A1D">
        <w:rPr>
          <w:rFonts w:cs="Arial"/>
          <w:color w:val="0070C0"/>
          <w:sz w:val="20"/>
        </w:rPr>
      </w:r>
      <w:r w:rsidRPr="00747A1D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747A1D">
        <w:rPr>
          <w:rFonts w:cs="Arial"/>
          <w:color w:val="0070C0"/>
          <w:sz w:val="20"/>
        </w:rPr>
        <w:fldChar w:fldCharType="end"/>
      </w:r>
    </w:p>
    <w:p w14:paraId="3C7C49A4" w14:textId="77777777" w:rsidR="00FA3C38" w:rsidRPr="00747A1D" w:rsidRDefault="00FA3C38" w:rsidP="00FA3C38">
      <w:pPr>
        <w:spacing w:before="60" w:after="60"/>
        <w:ind w:left="2835" w:hanging="2835"/>
        <w:rPr>
          <w:rFonts w:cs="Arial"/>
          <w:sz w:val="20"/>
        </w:rPr>
      </w:pPr>
    </w:p>
    <w:p w14:paraId="56ADE2FC" w14:textId="3D5F4014" w:rsidR="00B07D50" w:rsidRPr="00612942" w:rsidRDefault="00B07D50" w:rsidP="00181BA9">
      <w:pPr>
        <w:pStyle w:val="berschrift2"/>
      </w:pPr>
      <w:bookmarkStart w:id="11" w:name="_Toc159511127"/>
      <w:r>
        <w:t>Referenzprojekt 1</w:t>
      </w:r>
      <w:bookmarkEnd w:id="11"/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8"/>
        <w:gridCol w:w="2693"/>
        <w:gridCol w:w="4398"/>
      </w:tblGrid>
      <w:tr w:rsidR="006F50B3" w:rsidRPr="00545CDC" w14:paraId="42159FDA" w14:textId="77777777" w:rsidTr="00E3193A">
        <w:trPr>
          <w:cantSplit/>
        </w:trPr>
        <w:tc>
          <w:tcPr>
            <w:tcW w:w="2558" w:type="dxa"/>
            <w:shd w:val="clear" w:color="auto" w:fill="D9D9D9" w:themeFill="background1" w:themeFillShade="D9"/>
          </w:tcPr>
          <w:p w14:paraId="264163F3" w14:textId="07CFBA08" w:rsidR="006F50B3" w:rsidRPr="00545CDC" w:rsidRDefault="006F50B3" w:rsidP="00E3193A">
            <w:pPr>
              <w:spacing w:before="60" w:after="60"/>
              <w:ind w:left="57" w:right="57"/>
              <w:rPr>
                <w:b/>
                <w:szCs w:val="24"/>
              </w:rPr>
            </w:pPr>
            <w:r w:rsidRPr="00261608">
              <w:rPr>
                <w:b/>
                <w:sz w:val="20"/>
                <w:szCs w:val="24"/>
              </w:rPr>
              <w:t>Arbeitgebe</w:t>
            </w:r>
            <w:r w:rsidR="0030702C">
              <w:rPr>
                <w:b/>
                <w:sz w:val="20"/>
                <w:szCs w:val="24"/>
              </w:rPr>
              <w:t>nde</w:t>
            </w:r>
          </w:p>
          <w:p w14:paraId="35A41E0C" w14:textId="77777777" w:rsidR="006F50B3" w:rsidRPr="000A03D6" w:rsidRDefault="006F50B3" w:rsidP="00E3193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A369DF">
              <w:rPr>
                <w:sz w:val="14"/>
                <w:szCs w:val="14"/>
              </w:rPr>
              <w:t xml:space="preserve">(Angabe nur notwendig </w:t>
            </w:r>
            <w:r>
              <w:rPr>
                <w:sz w:val="14"/>
                <w:szCs w:val="14"/>
              </w:rPr>
              <w:t>falls nicht in derselben Firma geleistet</w:t>
            </w:r>
            <w:r w:rsidRPr="00A369DF">
              <w:rPr>
                <w:sz w:val="14"/>
                <w:szCs w:val="14"/>
              </w:rPr>
              <w:t>)</w:t>
            </w:r>
          </w:p>
        </w:tc>
        <w:tc>
          <w:tcPr>
            <w:tcW w:w="7091" w:type="dxa"/>
            <w:gridSpan w:val="2"/>
            <w:shd w:val="clear" w:color="auto" w:fill="D9D9D9" w:themeFill="background1" w:themeFillShade="D9"/>
          </w:tcPr>
          <w:p w14:paraId="742171BF" w14:textId="77777777" w:rsidR="006F50B3" w:rsidRPr="00545CDC" w:rsidRDefault="006F50B3" w:rsidP="00E3193A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6F50B3" w:rsidRPr="00545CDC" w14:paraId="217DB9F9" w14:textId="77777777" w:rsidTr="00E3193A">
        <w:trPr>
          <w:cantSplit/>
          <w:trHeight w:hRule="exact" w:val="113"/>
        </w:trPr>
        <w:tc>
          <w:tcPr>
            <w:tcW w:w="2558" w:type="dxa"/>
            <w:tcBorders>
              <w:left w:val="nil"/>
              <w:right w:val="nil"/>
            </w:tcBorders>
          </w:tcPr>
          <w:p w14:paraId="52A24496" w14:textId="77777777" w:rsidR="006F50B3" w:rsidRPr="000A03D6" w:rsidRDefault="006F50B3" w:rsidP="00E3193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7091" w:type="dxa"/>
            <w:gridSpan w:val="2"/>
            <w:tcBorders>
              <w:left w:val="nil"/>
              <w:right w:val="nil"/>
            </w:tcBorders>
          </w:tcPr>
          <w:p w14:paraId="362E18E4" w14:textId="77777777" w:rsidR="006F50B3" w:rsidRPr="00545CDC" w:rsidRDefault="006F50B3" w:rsidP="00E3193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3C10BC" w:rsidRPr="00BB1C10" w14:paraId="4D6BDCEF" w14:textId="77777777" w:rsidTr="00FB74AF">
        <w:trPr>
          <w:cantSplit/>
        </w:trPr>
        <w:tc>
          <w:tcPr>
            <w:tcW w:w="2558" w:type="dxa"/>
          </w:tcPr>
          <w:p w14:paraId="7E3BB536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Projektbezeichnung</w:t>
            </w:r>
          </w:p>
        </w:tc>
        <w:tc>
          <w:tcPr>
            <w:tcW w:w="7091" w:type="dxa"/>
            <w:gridSpan w:val="2"/>
          </w:tcPr>
          <w:p w14:paraId="53A3C93C" w14:textId="77777777" w:rsidR="003C10BC" w:rsidRPr="00BB1C10" w:rsidRDefault="003C10BC" w:rsidP="00FB74AF">
            <w:pPr>
              <w:spacing w:before="60" w:after="60"/>
              <w:ind w:left="57" w:right="57"/>
              <w:rPr>
                <w:b/>
                <w:sz w:val="20"/>
              </w:rPr>
            </w:pPr>
            <w:r w:rsidRPr="00713D7B">
              <w:rPr>
                <w:b/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b/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b/>
                <w:color w:val="0070C0"/>
                <w:spacing w:val="3"/>
                <w:sz w:val="20"/>
              </w:rPr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29322399" w14:textId="77777777" w:rsidTr="00FB74AF">
        <w:trPr>
          <w:cantSplit/>
        </w:trPr>
        <w:tc>
          <w:tcPr>
            <w:tcW w:w="2558" w:type="dxa"/>
          </w:tcPr>
          <w:p w14:paraId="3E07AA5F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Ort</w:t>
            </w:r>
          </w:p>
        </w:tc>
        <w:tc>
          <w:tcPr>
            <w:tcW w:w="7091" w:type="dxa"/>
            <w:gridSpan w:val="2"/>
          </w:tcPr>
          <w:p w14:paraId="471FC76B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159E4779" w14:textId="77777777" w:rsidTr="00FB74AF">
        <w:trPr>
          <w:cantSplit/>
        </w:trPr>
        <w:tc>
          <w:tcPr>
            <w:tcW w:w="2558" w:type="dxa"/>
          </w:tcPr>
          <w:p w14:paraId="038C6241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Projektbeschrieb</w:t>
            </w:r>
          </w:p>
          <w:p w14:paraId="3BA1F789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sz w:val="20"/>
                <w:szCs w:val="24"/>
              </w:rPr>
              <w:t xml:space="preserve">Grobbeschrieb der </w:t>
            </w:r>
            <w:proofErr w:type="spellStart"/>
            <w:r w:rsidRPr="00545CDC">
              <w:rPr>
                <w:sz w:val="20"/>
                <w:szCs w:val="24"/>
              </w:rPr>
              <w:t>ausge</w:t>
            </w:r>
            <w:proofErr w:type="spellEnd"/>
            <w:r>
              <w:rPr>
                <w:sz w:val="20"/>
                <w:szCs w:val="24"/>
              </w:rPr>
              <w:t>-</w:t>
            </w:r>
            <w:r w:rsidRPr="00545CDC">
              <w:rPr>
                <w:sz w:val="20"/>
                <w:szCs w:val="24"/>
              </w:rPr>
              <w:t>führten Bauarbeiten</w:t>
            </w:r>
          </w:p>
        </w:tc>
        <w:tc>
          <w:tcPr>
            <w:tcW w:w="7091" w:type="dxa"/>
            <w:gridSpan w:val="2"/>
          </w:tcPr>
          <w:p w14:paraId="4FA204C8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6B3A9D8F" w14:textId="77777777" w:rsidTr="00FB74AF">
        <w:trPr>
          <w:cantSplit/>
        </w:trPr>
        <w:tc>
          <w:tcPr>
            <w:tcW w:w="2558" w:type="dxa"/>
            <w:tcBorders>
              <w:bottom w:val="nil"/>
            </w:tcBorders>
          </w:tcPr>
          <w:p w14:paraId="7428A620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Bauherr</w:t>
            </w:r>
            <w:r>
              <w:rPr>
                <w:b/>
                <w:sz w:val="20"/>
                <w:szCs w:val="24"/>
              </w:rPr>
              <w:t>schaft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67A0A2B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Name und Adresse</w:t>
            </w:r>
          </w:p>
          <w:p w14:paraId="22E4E6DE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14:paraId="4279A4EB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  <w:p w14:paraId="4FB8B625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</w:p>
          <w:p w14:paraId="7C307D0F" w14:textId="77777777" w:rsidR="003C10BC" w:rsidRPr="00545CDC" w:rsidRDefault="003C10BC" w:rsidP="00FB74AF">
            <w:pPr>
              <w:tabs>
                <w:tab w:val="left" w:pos="1185"/>
              </w:tabs>
              <w:spacing w:before="60" w:after="60"/>
              <w:ind w:left="57" w:right="57"/>
              <w:rPr>
                <w:sz w:val="20"/>
              </w:rPr>
            </w:pPr>
          </w:p>
        </w:tc>
      </w:tr>
      <w:tr w:rsidR="003C10BC" w:rsidRPr="00545CDC" w14:paraId="72096784" w14:textId="77777777" w:rsidTr="00FB74AF">
        <w:trPr>
          <w:cantSplit/>
        </w:trPr>
        <w:tc>
          <w:tcPr>
            <w:tcW w:w="2558" w:type="dxa"/>
            <w:tcBorders>
              <w:top w:val="nil"/>
              <w:bottom w:val="nil"/>
            </w:tcBorders>
          </w:tcPr>
          <w:p w14:paraId="42BB738E" w14:textId="77777777" w:rsidR="003C10BC" w:rsidRPr="00B42683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C4CEB20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 xml:space="preserve">Referenz – </w:t>
            </w:r>
            <w:r>
              <w:rPr>
                <w:sz w:val="20"/>
              </w:rPr>
              <w:br/>
              <w:t>Ansprechperson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14:paraId="1DE4EA9E" w14:textId="77777777" w:rsidR="003C10BC" w:rsidRPr="00545CDC" w:rsidRDefault="003C10BC" w:rsidP="00FB74AF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5FF39C78" w14:textId="77777777" w:rsidTr="00FB74AF">
        <w:trPr>
          <w:cantSplit/>
        </w:trPr>
        <w:tc>
          <w:tcPr>
            <w:tcW w:w="2558" w:type="dxa"/>
            <w:tcBorders>
              <w:top w:val="nil"/>
              <w:bottom w:val="nil"/>
            </w:tcBorders>
          </w:tcPr>
          <w:p w14:paraId="6DD53507" w14:textId="77777777" w:rsidR="003C10BC" w:rsidRPr="00B42683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276033F9" w14:textId="77777777" w:rsidR="003C10BC" w:rsidRPr="00545CDC" w:rsidRDefault="003C10BC" w:rsidP="00FB74AF">
            <w:pPr>
              <w:spacing w:before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 xml:space="preserve">Aufgabe / Funktion </w:t>
            </w:r>
          </w:p>
          <w:p w14:paraId="30B6969F" w14:textId="77777777" w:rsidR="003C10BC" w:rsidRPr="00545CDC" w:rsidRDefault="003C10BC" w:rsidP="00FB74AF">
            <w:pPr>
              <w:spacing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Ansprechperson</w:t>
            </w:r>
          </w:p>
        </w:tc>
        <w:tc>
          <w:tcPr>
            <w:tcW w:w="4398" w:type="dxa"/>
            <w:tcBorders>
              <w:top w:val="single" w:sz="4" w:space="0" w:color="auto"/>
              <w:bottom w:val="single" w:sz="4" w:space="0" w:color="auto"/>
            </w:tcBorders>
          </w:tcPr>
          <w:p w14:paraId="67BD3052" w14:textId="77777777" w:rsidR="003C10BC" w:rsidRPr="00545CDC" w:rsidRDefault="003C10BC" w:rsidP="00FB74AF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6158E1AE" w14:textId="77777777" w:rsidTr="00FB74AF">
        <w:trPr>
          <w:cantSplit/>
        </w:trPr>
        <w:tc>
          <w:tcPr>
            <w:tcW w:w="2558" w:type="dxa"/>
            <w:tcBorders>
              <w:top w:val="nil"/>
            </w:tcBorders>
          </w:tcPr>
          <w:p w14:paraId="1FC689E7" w14:textId="77777777" w:rsidR="003C10BC" w:rsidRPr="00B42683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EA52262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Telefon</w:t>
            </w:r>
          </w:p>
        </w:tc>
        <w:tc>
          <w:tcPr>
            <w:tcW w:w="4398" w:type="dxa"/>
            <w:tcBorders>
              <w:top w:val="single" w:sz="4" w:space="0" w:color="auto"/>
            </w:tcBorders>
          </w:tcPr>
          <w:p w14:paraId="4024DDAC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1633AD8B" w14:textId="77777777" w:rsidTr="00FB74AF">
        <w:trPr>
          <w:cantSplit/>
        </w:trPr>
        <w:tc>
          <w:tcPr>
            <w:tcW w:w="2558" w:type="dxa"/>
          </w:tcPr>
          <w:p w14:paraId="29D6B404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Datum der</w:t>
            </w:r>
            <w:r>
              <w:rPr>
                <w:b/>
                <w:sz w:val="20"/>
                <w:szCs w:val="24"/>
              </w:rPr>
              <w:br/>
              <w:t>Schlussabnahme</w:t>
            </w:r>
          </w:p>
        </w:tc>
        <w:tc>
          <w:tcPr>
            <w:tcW w:w="7091" w:type="dxa"/>
            <w:gridSpan w:val="2"/>
          </w:tcPr>
          <w:p w14:paraId="2CC4D532" w14:textId="77777777" w:rsidR="003C10BC" w:rsidRPr="00545CDC" w:rsidRDefault="003C10BC" w:rsidP="00FB74AF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3CEFB199" w14:textId="77777777" w:rsidTr="00FB74AF">
        <w:trPr>
          <w:cantSplit/>
          <w:trHeight w:hRule="exact" w:val="113"/>
        </w:trPr>
        <w:tc>
          <w:tcPr>
            <w:tcW w:w="2558" w:type="dxa"/>
            <w:tcBorders>
              <w:left w:val="nil"/>
              <w:right w:val="nil"/>
            </w:tcBorders>
          </w:tcPr>
          <w:p w14:paraId="579560D2" w14:textId="77777777" w:rsidR="003C10BC" w:rsidRPr="000A03D6" w:rsidRDefault="003C10BC" w:rsidP="00FB74AF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7091" w:type="dxa"/>
            <w:gridSpan w:val="2"/>
            <w:tcBorders>
              <w:left w:val="nil"/>
              <w:right w:val="nil"/>
            </w:tcBorders>
          </w:tcPr>
          <w:p w14:paraId="18B04264" w14:textId="77777777" w:rsidR="003C10BC" w:rsidRPr="00545CDC" w:rsidRDefault="003C10BC" w:rsidP="00FB74AF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3C10BC" w:rsidRPr="00545CDC" w14:paraId="6F675040" w14:textId="77777777" w:rsidTr="00FB74AF">
        <w:trPr>
          <w:cantSplit/>
        </w:trPr>
        <w:tc>
          <w:tcPr>
            <w:tcW w:w="2558" w:type="dxa"/>
          </w:tcPr>
          <w:p w14:paraId="527D080F" w14:textId="77777777" w:rsidR="003C10BC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</w:t>
            </w:r>
            <w:r>
              <w:rPr>
                <w:b/>
                <w:sz w:val="20"/>
                <w:szCs w:val="24"/>
              </w:rPr>
              <w:t>summe</w:t>
            </w:r>
            <w:r>
              <w:rPr>
                <w:b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>[CHF, inkl. MwSt.]</w:t>
            </w:r>
            <w:r>
              <w:rPr>
                <w:b/>
                <w:sz w:val="20"/>
                <w:szCs w:val="24"/>
              </w:rPr>
              <w:br/>
            </w:r>
          </w:p>
          <w:p w14:paraId="21AAFA3F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0A2D82">
              <w:rPr>
                <w:bCs/>
                <w:color w:val="000000" w:themeColor="text1"/>
                <w:sz w:val="20"/>
                <w:szCs w:val="24"/>
              </w:rPr>
              <w:t>Gilt als Basis der geforderten Summe bei ZK</w:t>
            </w:r>
          </w:p>
        </w:tc>
        <w:tc>
          <w:tcPr>
            <w:tcW w:w="7091" w:type="dxa"/>
            <w:gridSpan w:val="2"/>
          </w:tcPr>
          <w:p w14:paraId="374F11B6" w14:textId="77777777" w:rsidR="003C10BC" w:rsidRPr="00545CDC" w:rsidRDefault="003C10BC" w:rsidP="00FB74AF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3263AD0D" w14:textId="77777777" w:rsidTr="00FB74AF">
        <w:trPr>
          <w:cantSplit/>
          <w:trHeight w:hRule="exact" w:val="113"/>
        </w:trPr>
        <w:tc>
          <w:tcPr>
            <w:tcW w:w="2558" w:type="dxa"/>
            <w:tcBorders>
              <w:left w:val="nil"/>
              <w:bottom w:val="single" w:sz="4" w:space="0" w:color="auto"/>
              <w:right w:val="nil"/>
            </w:tcBorders>
          </w:tcPr>
          <w:p w14:paraId="697E9EFC" w14:textId="77777777" w:rsidR="003C10BC" w:rsidRPr="000A03D6" w:rsidRDefault="003C10BC" w:rsidP="00FB74AF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709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9A60D94" w14:textId="77777777" w:rsidR="003C10BC" w:rsidRPr="00545CDC" w:rsidRDefault="003C10BC" w:rsidP="00FB74AF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3C10BC" w:rsidRPr="00EC3365" w14:paraId="678C51B4" w14:textId="77777777" w:rsidTr="00FB74AF">
        <w:trPr>
          <w:cantSplit/>
        </w:trPr>
        <w:tc>
          <w:tcPr>
            <w:tcW w:w="2558" w:type="dxa"/>
            <w:tcBorders>
              <w:bottom w:val="single" w:sz="4" w:space="0" w:color="auto"/>
            </w:tcBorders>
          </w:tcPr>
          <w:p w14:paraId="34F28DBC" w14:textId="77777777" w:rsidR="003C10BC" w:rsidRPr="00EC3365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873906">
              <w:rPr>
                <w:b/>
                <w:sz w:val="20"/>
              </w:rPr>
              <w:t>Vergleichbarkeit</w:t>
            </w:r>
            <w:r>
              <w:rPr>
                <w:sz w:val="20"/>
              </w:rPr>
              <w:br/>
            </w:r>
            <w:r w:rsidRPr="002F652F">
              <w:rPr>
                <w:sz w:val="20"/>
              </w:rPr>
              <w:t>Weshalb ist die Referenz mit den ausgeschriebenen Leistungen vergleichbar?</w:t>
            </w:r>
          </w:p>
        </w:tc>
        <w:tc>
          <w:tcPr>
            <w:tcW w:w="7091" w:type="dxa"/>
            <w:gridSpan w:val="2"/>
            <w:tcBorders>
              <w:bottom w:val="single" w:sz="4" w:space="0" w:color="auto"/>
            </w:tcBorders>
          </w:tcPr>
          <w:p w14:paraId="5834401C" w14:textId="77777777" w:rsidR="003C10BC" w:rsidRPr="00EC3365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EC3365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3365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EC3365">
              <w:rPr>
                <w:color w:val="0070C0"/>
                <w:spacing w:val="3"/>
                <w:sz w:val="20"/>
              </w:rPr>
            </w:r>
            <w:r w:rsidRPr="00EC3365">
              <w:rPr>
                <w:color w:val="0070C0"/>
                <w:spacing w:val="3"/>
                <w:sz w:val="20"/>
              </w:rPr>
              <w:fldChar w:fldCharType="separate"/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</w:tbl>
    <w:p w14:paraId="28ABBE81" w14:textId="77777777" w:rsidR="00ED6A31" w:rsidRDefault="00ED6A31" w:rsidP="00ED6A31">
      <w:pPr>
        <w:pStyle w:val="Text1"/>
        <w:ind w:left="851" w:hanging="851"/>
        <w:rPr>
          <w:rFonts w:cs="Arial"/>
          <w:color w:val="0070C0"/>
        </w:rPr>
      </w:pPr>
    </w:p>
    <w:p w14:paraId="5FB82BB6" w14:textId="25A54675" w:rsidR="00ED6A31" w:rsidRDefault="00ED6A31" w:rsidP="00181BA9">
      <w:pPr>
        <w:pStyle w:val="berschrift2"/>
      </w:pPr>
      <w:bookmarkStart w:id="12" w:name="_Toc159511128"/>
      <w:r>
        <w:lastRenderedPageBreak/>
        <w:t>Referenzprojekt 2</w:t>
      </w:r>
      <w:bookmarkEnd w:id="12"/>
      <w:r>
        <w:t xml:space="preserve"> </w:t>
      </w: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8"/>
        <w:gridCol w:w="2693"/>
        <w:gridCol w:w="4398"/>
      </w:tblGrid>
      <w:tr w:rsidR="006F50B3" w:rsidRPr="00545CDC" w14:paraId="1F17C1E1" w14:textId="77777777" w:rsidTr="00E3193A">
        <w:trPr>
          <w:cantSplit/>
        </w:trPr>
        <w:tc>
          <w:tcPr>
            <w:tcW w:w="2558" w:type="dxa"/>
            <w:shd w:val="clear" w:color="auto" w:fill="D9D9D9" w:themeFill="background1" w:themeFillShade="D9"/>
          </w:tcPr>
          <w:p w14:paraId="7BA0199A" w14:textId="785445F4" w:rsidR="006F50B3" w:rsidRPr="00545CDC" w:rsidRDefault="006F50B3" w:rsidP="00E3193A">
            <w:pPr>
              <w:spacing w:before="60" w:after="60"/>
              <w:ind w:left="57" w:right="57"/>
              <w:rPr>
                <w:b/>
                <w:szCs w:val="24"/>
              </w:rPr>
            </w:pPr>
            <w:r w:rsidRPr="00261608">
              <w:rPr>
                <w:b/>
                <w:sz w:val="20"/>
                <w:szCs w:val="24"/>
              </w:rPr>
              <w:t>Arbeitgebe</w:t>
            </w:r>
            <w:r w:rsidR="0030702C">
              <w:rPr>
                <w:b/>
                <w:sz w:val="20"/>
                <w:szCs w:val="24"/>
              </w:rPr>
              <w:t>nde</w:t>
            </w:r>
          </w:p>
          <w:p w14:paraId="48032CF8" w14:textId="77777777" w:rsidR="006F50B3" w:rsidRPr="000A03D6" w:rsidRDefault="006F50B3" w:rsidP="00E3193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A369DF">
              <w:rPr>
                <w:sz w:val="14"/>
                <w:szCs w:val="14"/>
              </w:rPr>
              <w:t xml:space="preserve">(Angabe nur notwendig </w:t>
            </w:r>
            <w:r>
              <w:rPr>
                <w:sz w:val="14"/>
                <w:szCs w:val="14"/>
              </w:rPr>
              <w:t>falls nicht in derselben Firma geleistet</w:t>
            </w:r>
            <w:r w:rsidRPr="00A369DF">
              <w:rPr>
                <w:sz w:val="14"/>
                <w:szCs w:val="14"/>
              </w:rPr>
              <w:t>)</w:t>
            </w:r>
          </w:p>
        </w:tc>
        <w:tc>
          <w:tcPr>
            <w:tcW w:w="7091" w:type="dxa"/>
            <w:gridSpan w:val="2"/>
            <w:shd w:val="clear" w:color="auto" w:fill="D9D9D9" w:themeFill="background1" w:themeFillShade="D9"/>
          </w:tcPr>
          <w:p w14:paraId="3CE10208" w14:textId="77777777" w:rsidR="006F50B3" w:rsidRPr="00545CDC" w:rsidRDefault="006F50B3" w:rsidP="00E3193A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6F50B3" w:rsidRPr="00545CDC" w14:paraId="71F5F826" w14:textId="77777777" w:rsidTr="00E3193A">
        <w:trPr>
          <w:cantSplit/>
          <w:trHeight w:hRule="exact" w:val="113"/>
        </w:trPr>
        <w:tc>
          <w:tcPr>
            <w:tcW w:w="2558" w:type="dxa"/>
            <w:tcBorders>
              <w:left w:val="nil"/>
              <w:right w:val="nil"/>
            </w:tcBorders>
          </w:tcPr>
          <w:p w14:paraId="6D758776" w14:textId="77777777" w:rsidR="006F50B3" w:rsidRPr="000A03D6" w:rsidRDefault="006F50B3" w:rsidP="00E3193A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7091" w:type="dxa"/>
            <w:gridSpan w:val="2"/>
            <w:tcBorders>
              <w:left w:val="nil"/>
              <w:right w:val="nil"/>
            </w:tcBorders>
          </w:tcPr>
          <w:p w14:paraId="50DAB8F2" w14:textId="77777777" w:rsidR="006F50B3" w:rsidRPr="00545CDC" w:rsidRDefault="006F50B3" w:rsidP="00E3193A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3C10BC" w:rsidRPr="00BB1C10" w14:paraId="2E895E2E" w14:textId="77777777" w:rsidTr="00FB74AF">
        <w:trPr>
          <w:cantSplit/>
        </w:trPr>
        <w:tc>
          <w:tcPr>
            <w:tcW w:w="2558" w:type="dxa"/>
          </w:tcPr>
          <w:p w14:paraId="408F3FC4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Projektbezeichnung</w:t>
            </w:r>
          </w:p>
        </w:tc>
        <w:tc>
          <w:tcPr>
            <w:tcW w:w="7091" w:type="dxa"/>
            <w:gridSpan w:val="2"/>
          </w:tcPr>
          <w:p w14:paraId="528E0CAE" w14:textId="77777777" w:rsidR="003C10BC" w:rsidRPr="00BB1C10" w:rsidRDefault="003C10BC" w:rsidP="00FB74AF">
            <w:pPr>
              <w:spacing w:before="60" w:after="60"/>
              <w:ind w:left="57" w:right="57"/>
              <w:rPr>
                <w:b/>
                <w:sz w:val="20"/>
              </w:rPr>
            </w:pPr>
            <w:r w:rsidRPr="00713D7B">
              <w:rPr>
                <w:b/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b/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b/>
                <w:color w:val="0070C0"/>
                <w:spacing w:val="3"/>
                <w:sz w:val="20"/>
              </w:rPr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b/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73B52A08" w14:textId="77777777" w:rsidTr="00FB74AF">
        <w:trPr>
          <w:cantSplit/>
        </w:trPr>
        <w:tc>
          <w:tcPr>
            <w:tcW w:w="2558" w:type="dxa"/>
          </w:tcPr>
          <w:p w14:paraId="66EEE4EC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Ort</w:t>
            </w:r>
          </w:p>
        </w:tc>
        <w:tc>
          <w:tcPr>
            <w:tcW w:w="7091" w:type="dxa"/>
            <w:gridSpan w:val="2"/>
          </w:tcPr>
          <w:p w14:paraId="75D1263F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4861B53C" w14:textId="77777777" w:rsidTr="00FB74AF">
        <w:trPr>
          <w:cantSplit/>
        </w:trPr>
        <w:tc>
          <w:tcPr>
            <w:tcW w:w="2558" w:type="dxa"/>
          </w:tcPr>
          <w:p w14:paraId="081A6B85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Projektbeschrieb</w:t>
            </w:r>
          </w:p>
          <w:p w14:paraId="789B9578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sz w:val="20"/>
                <w:szCs w:val="24"/>
              </w:rPr>
              <w:t xml:space="preserve">Grobbeschrieb der </w:t>
            </w:r>
            <w:proofErr w:type="spellStart"/>
            <w:r w:rsidRPr="00545CDC">
              <w:rPr>
                <w:sz w:val="20"/>
                <w:szCs w:val="24"/>
              </w:rPr>
              <w:t>ausge</w:t>
            </w:r>
            <w:proofErr w:type="spellEnd"/>
            <w:r>
              <w:rPr>
                <w:sz w:val="20"/>
                <w:szCs w:val="24"/>
              </w:rPr>
              <w:t>-</w:t>
            </w:r>
            <w:r w:rsidRPr="00545CDC">
              <w:rPr>
                <w:sz w:val="20"/>
                <w:szCs w:val="24"/>
              </w:rPr>
              <w:t>führten Bauarbeiten</w:t>
            </w:r>
          </w:p>
        </w:tc>
        <w:tc>
          <w:tcPr>
            <w:tcW w:w="7091" w:type="dxa"/>
            <w:gridSpan w:val="2"/>
          </w:tcPr>
          <w:p w14:paraId="03C219BA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79958CDA" w14:textId="77777777" w:rsidTr="00FB74AF">
        <w:trPr>
          <w:cantSplit/>
        </w:trPr>
        <w:tc>
          <w:tcPr>
            <w:tcW w:w="2558" w:type="dxa"/>
            <w:tcBorders>
              <w:bottom w:val="nil"/>
            </w:tcBorders>
          </w:tcPr>
          <w:p w14:paraId="67728F45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Bauherr</w:t>
            </w:r>
            <w:r>
              <w:rPr>
                <w:b/>
                <w:sz w:val="20"/>
                <w:szCs w:val="24"/>
              </w:rPr>
              <w:t>schaft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0EF270E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Name und Adresse</w:t>
            </w:r>
          </w:p>
          <w:p w14:paraId="61BA0785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14:paraId="38BF6570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  <w:p w14:paraId="21A357A6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</w:p>
          <w:p w14:paraId="12664C9B" w14:textId="77777777" w:rsidR="003C10BC" w:rsidRPr="00545CDC" w:rsidRDefault="003C10BC" w:rsidP="00FB74AF">
            <w:pPr>
              <w:tabs>
                <w:tab w:val="left" w:pos="1185"/>
              </w:tabs>
              <w:spacing w:before="60" w:after="60"/>
              <w:ind w:left="57" w:right="57"/>
              <w:rPr>
                <w:sz w:val="20"/>
              </w:rPr>
            </w:pPr>
          </w:p>
        </w:tc>
      </w:tr>
      <w:tr w:rsidR="003C10BC" w:rsidRPr="00545CDC" w14:paraId="018572B1" w14:textId="77777777" w:rsidTr="00FB74AF">
        <w:trPr>
          <w:cantSplit/>
        </w:trPr>
        <w:tc>
          <w:tcPr>
            <w:tcW w:w="2558" w:type="dxa"/>
            <w:tcBorders>
              <w:top w:val="nil"/>
              <w:bottom w:val="nil"/>
            </w:tcBorders>
          </w:tcPr>
          <w:p w14:paraId="79499063" w14:textId="77777777" w:rsidR="003C10BC" w:rsidRPr="00B42683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6351649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 xml:space="preserve">Referenz – </w:t>
            </w:r>
            <w:r>
              <w:rPr>
                <w:sz w:val="20"/>
              </w:rPr>
              <w:br/>
              <w:t>Ansprechperson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14:paraId="0DA4ACCA" w14:textId="77777777" w:rsidR="003C10BC" w:rsidRPr="00545CDC" w:rsidRDefault="003C10BC" w:rsidP="00FB74AF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3408D38E" w14:textId="77777777" w:rsidTr="00FB74AF">
        <w:trPr>
          <w:cantSplit/>
        </w:trPr>
        <w:tc>
          <w:tcPr>
            <w:tcW w:w="2558" w:type="dxa"/>
            <w:tcBorders>
              <w:top w:val="nil"/>
              <w:bottom w:val="nil"/>
            </w:tcBorders>
          </w:tcPr>
          <w:p w14:paraId="778D9157" w14:textId="77777777" w:rsidR="003C10BC" w:rsidRPr="00B42683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0D0DBAC9" w14:textId="77777777" w:rsidR="003C10BC" w:rsidRPr="00545CDC" w:rsidRDefault="003C10BC" w:rsidP="00FB74AF">
            <w:pPr>
              <w:spacing w:before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 xml:space="preserve">Aufgabe / Funktion </w:t>
            </w:r>
          </w:p>
          <w:p w14:paraId="62C3598E" w14:textId="77777777" w:rsidR="003C10BC" w:rsidRPr="00545CDC" w:rsidRDefault="003C10BC" w:rsidP="00FB74AF">
            <w:pPr>
              <w:spacing w:after="60"/>
              <w:ind w:left="57" w:right="57"/>
              <w:rPr>
                <w:sz w:val="20"/>
              </w:rPr>
            </w:pPr>
            <w:r>
              <w:rPr>
                <w:sz w:val="20"/>
              </w:rPr>
              <w:t>Ansprechperson</w:t>
            </w:r>
          </w:p>
        </w:tc>
        <w:tc>
          <w:tcPr>
            <w:tcW w:w="4398" w:type="dxa"/>
            <w:tcBorders>
              <w:top w:val="single" w:sz="4" w:space="0" w:color="auto"/>
              <w:bottom w:val="single" w:sz="4" w:space="0" w:color="auto"/>
            </w:tcBorders>
          </w:tcPr>
          <w:p w14:paraId="7B4F80B0" w14:textId="77777777" w:rsidR="003C10BC" w:rsidRPr="00545CDC" w:rsidRDefault="003C10BC" w:rsidP="00FB74AF">
            <w:pPr>
              <w:spacing w:before="60" w:after="60"/>
              <w:ind w:right="57"/>
              <w:rPr>
                <w:sz w:val="20"/>
              </w:rPr>
            </w:pPr>
            <w:r w:rsidRPr="00545CDC">
              <w:rPr>
                <w:spacing w:val="3"/>
                <w:sz w:val="20"/>
              </w:rPr>
              <w:t xml:space="preserve"> </w:t>
            </w: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4E00C24D" w14:textId="77777777" w:rsidTr="00FB74AF">
        <w:trPr>
          <w:cantSplit/>
        </w:trPr>
        <w:tc>
          <w:tcPr>
            <w:tcW w:w="2558" w:type="dxa"/>
            <w:tcBorders>
              <w:top w:val="nil"/>
            </w:tcBorders>
          </w:tcPr>
          <w:p w14:paraId="51A8AC8D" w14:textId="77777777" w:rsidR="003C10BC" w:rsidRPr="00B42683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EF07F61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545CDC">
              <w:rPr>
                <w:sz w:val="20"/>
              </w:rPr>
              <w:t>Telefon</w:t>
            </w:r>
          </w:p>
        </w:tc>
        <w:tc>
          <w:tcPr>
            <w:tcW w:w="4398" w:type="dxa"/>
            <w:tcBorders>
              <w:top w:val="single" w:sz="4" w:space="0" w:color="auto"/>
            </w:tcBorders>
          </w:tcPr>
          <w:p w14:paraId="7B538420" w14:textId="77777777" w:rsidR="003C10BC" w:rsidRPr="00545CDC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6AA0F16E" w14:textId="77777777" w:rsidTr="00FB74AF">
        <w:trPr>
          <w:cantSplit/>
        </w:trPr>
        <w:tc>
          <w:tcPr>
            <w:tcW w:w="2558" w:type="dxa"/>
          </w:tcPr>
          <w:p w14:paraId="0E2AD56C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Datum der</w:t>
            </w:r>
            <w:r>
              <w:rPr>
                <w:b/>
                <w:sz w:val="20"/>
                <w:szCs w:val="24"/>
              </w:rPr>
              <w:br/>
              <w:t>Schlussabnahme</w:t>
            </w:r>
          </w:p>
        </w:tc>
        <w:tc>
          <w:tcPr>
            <w:tcW w:w="7091" w:type="dxa"/>
            <w:gridSpan w:val="2"/>
          </w:tcPr>
          <w:p w14:paraId="1C4A54B9" w14:textId="77777777" w:rsidR="003C10BC" w:rsidRPr="00545CDC" w:rsidRDefault="003C10BC" w:rsidP="00FB74AF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5C92C90B" w14:textId="77777777" w:rsidTr="00FB74AF">
        <w:trPr>
          <w:cantSplit/>
          <w:trHeight w:hRule="exact" w:val="113"/>
        </w:trPr>
        <w:tc>
          <w:tcPr>
            <w:tcW w:w="2558" w:type="dxa"/>
            <w:tcBorders>
              <w:left w:val="nil"/>
              <w:right w:val="nil"/>
            </w:tcBorders>
          </w:tcPr>
          <w:p w14:paraId="3B5AF9F4" w14:textId="77777777" w:rsidR="003C10BC" w:rsidRPr="000A03D6" w:rsidRDefault="003C10BC" w:rsidP="00FB74AF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7091" w:type="dxa"/>
            <w:gridSpan w:val="2"/>
            <w:tcBorders>
              <w:left w:val="nil"/>
              <w:right w:val="nil"/>
            </w:tcBorders>
          </w:tcPr>
          <w:p w14:paraId="2C33DC2F" w14:textId="77777777" w:rsidR="003C10BC" w:rsidRPr="00545CDC" w:rsidRDefault="003C10BC" w:rsidP="00FB74AF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3C10BC" w:rsidRPr="00545CDC" w14:paraId="1086ADFF" w14:textId="77777777" w:rsidTr="00FB74AF">
        <w:trPr>
          <w:cantSplit/>
        </w:trPr>
        <w:tc>
          <w:tcPr>
            <w:tcW w:w="2558" w:type="dxa"/>
          </w:tcPr>
          <w:p w14:paraId="0637A043" w14:textId="77777777" w:rsidR="003C10BC" w:rsidRDefault="003C10BC" w:rsidP="00FB74AF">
            <w:pPr>
              <w:spacing w:before="60" w:after="60"/>
              <w:ind w:left="57" w:right="57"/>
              <w:rPr>
                <w:sz w:val="20"/>
                <w:szCs w:val="24"/>
              </w:rPr>
            </w:pPr>
            <w:r w:rsidRPr="00545CDC">
              <w:rPr>
                <w:b/>
                <w:sz w:val="20"/>
                <w:szCs w:val="24"/>
              </w:rPr>
              <w:t>Bau</w:t>
            </w:r>
            <w:r>
              <w:rPr>
                <w:b/>
                <w:sz w:val="20"/>
                <w:szCs w:val="24"/>
              </w:rPr>
              <w:t>summe</w:t>
            </w:r>
            <w:r>
              <w:rPr>
                <w:b/>
                <w:sz w:val="20"/>
                <w:szCs w:val="24"/>
              </w:rPr>
              <w:br/>
            </w:r>
            <w:r>
              <w:rPr>
                <w:sz w:val="20"/>
                <w:szCs w:val="24"/>
              </w:rPr>
              <w:t>[CHF, inkl. MwSt.]</w:t>
            </w:r>
            <w:r>
              <w:rPr>
                <w:b/>
                <w:sz w:val="20"/>
                <w:szCs w:val="24"/>
              </w:rPr>
              <w:br/>
            </w:r>
          </w:p>
          <w:p w14:paraId="1F0BE815" w14:textId="77777777" w:rsidR="003C10BC" w:rsidRPr="00545CDC" w:rsidRDefault="003C10BC" w:rsidP="00FB74AF">
            <w:pPr>
              <w:spacing w:before="60" w:after="60"/>
              <w:ind w:left="57" w:right="57"/>
              <w:rPr>
                <w:b/>
                <w:sz w:val="20"/>
                <w:szCs w:val="24"/>
              </w:rPr>
            </w:pPr>
            <w:r w:rsidRPr="000A2D82">
              <w:rPr>
                <w:bCs/>
                <w:color w:val="000000" w:themeColor="text1"/>
                <w:sz w:val="20"/>
                <w:szCs w:val="24"/>
              </w:rPr>
              <w:t>Gilt als Basis der geforderten Summe bei ZK</w:t>
            </w:r>
          </w:p>
        </w:tc>
        <w:tc>
          <w:tcPr>
            <w:tcW w:w="7091" w:type="dxa"/>
            <w:gridSpan w:val="2"/>
          </w:tcPr>
          <w:p w14:paraId="26D33AE2" w14:textId="77777777" w:rsidR="003C10BC" w:rsidRPr="00545CDC" w:rsidRDefault="003C10BC" w:rsidP="00FB74AF">
            <w:pPr>
              <w:keepNext/>
              <w:spacing w:before="60" w:after="60"/>
              <w:ind w:left="57" w:right="57"/>
              <w:rPr>
                <w:color w:val="0070C0"/>
                <w:sz w:val="20"/>
              </w:rPr>
            </w:pPr>
            <w:r w:rsidRPr="00713D7B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13D7B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713D7B">
              <w:rPr>
                <w:color w:val="0070C0"/>
                <w:spacing w:val="3"/>
                <w:sz w:val="20"/>
              </w:rPr>
            </w:r>
            <w:r w:rsidRPr="00713D7B">
              <w:rPr>
                <w:color w:val="0070C0"/>
                <w:spacing w:val="3"/>
                <w:sz w:val="20"/>
              </w:rPr>
              <w:fldChar w:fldCharType="separate"/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noProof/>
                <w:color w:val="0070C0"/>
                <w:spacing w:val="3"/>
                <w:sz w:val="20"/>
              </w:rPr>
              <w:t> </w:t>
            </w:r>
            <w:r w:rsidRPr="00713D7B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  <w:tr w:rsidR="003C10BC" w:rsidRPr="00545CDC" w14:paraId="660599AC" w14:textId="77777777" w:rsidTr="00FB74AF">
        <w:trPr>
          <w:cantSplit/>
          <w:trHeight w:hRule="exact" w:val="113"/>
        </w:trPr>
        <w:tc>
          <w:tcPr>
            <w:tcW w:w="2558" w:type="dxa"/>
            <w:tcBorders>
              <w:left w:val="nil"/>
              <w:bottom w:val="single" w:sz="4" w:space="0" w:color="auto"/>
              <w:right w:val="nil"/>
            </w:tcBorders>
          </w:tcPr>
          <w:p w14:paraId="19CDC477" w14:textId="77777777" w:rsidR="003C10BC" w:rsidRPr="000A03D6" w:rsidRDefault="003C10BC" w:rsidP="00FB74AF">
            <w:pPr>
              <w:keepNext/>
              <w:spacing w:before="60" w:after="60"/>
              <w:ind w:left="57" w:right="57"/>
              <w:rPr>
                <w:b/>
                <w:sz w:val="20"/>
                <w:szCs w:val="24"/>
              </w:rPr>
            </w:pPr>
          </w:p>
        </w:tc>
        <w:tc>
          <w:tcPr>
            <w:tcW w:w="709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5F6BEE2" w14:textId="77777777" w:rsidR="003C10BC" w:rsidRPr="00545CDC" w:rsidRDefault="003C10BC" w:rsidP="00FB74AF">
            <w:pPr>
              <w:keepNext/>
              <w:spacing w:before="60" w:after="60"/>
              <w:ind w:left="57" w:right="57"/>
              <w:rPr>
                <w:spacing w:val="3"/>
                <w:sz w:val="20"/>
              </w:rPr>
            </w:pPr>
          </w:p>
        </w:tc>
      </w:tr>
      <w:tr w:rsidR="003C10BC" w:rsidRPr="00EC3365" w14:paraId="6E09973E" w14:textId="77777777" w:rsidTr="00FB74AF">
        <w:trPr>
          <w:cantSplit/>
        </w:trPr>
        <w:tc>
          <w:tcPr>
            <w:tcW w:w="2558" w:type="dxa"/>
            <w:tcBorders>
              <w:bottom w:val="single" w:sz="4" w:space="0" w:color="auto"/>
            </w:tcBorders>
          </w:tcPr>
          <w:p w14:paraId="7FE556D0" w14:textId="77777777" w:rsidR="003C10BC" w:rsidRPr="00EC3365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873906">
              <w:rPr>
                <w:b/>
                <w:sz w:val="20"/>
              </w:rPr>
              <w:t>Vergleichbarkeit</w:t>
            </w:r>
            <w:r>
              <w:rPr>
                <w:sz w:val="20"/>
              </w:rPr>
              <w:br/>
            </w:r>
            <w:r w:rsidRPr="002F652F">
              <w:rPr>
                <w:sz w:val="20"/>
              </w:rPr>
              <w:t>Weshalb ist die Referenz mit den ausgeschriebenen Leistungen vergleichbar?</w:t>
            </w:r>
          </w:p>
        </w:tc>
        <w:tc>
          <w:tcPr>
            <w:tcW w:w="7091" w:type="dxa"/>
            <w:gridSpan w:val="2"/>
            <w:tcBorders>
              <w:bottom w:val="single" w:sz="4" w:space="0" w:color="auto"/>
            </w:tcBorders>
          </w:tcPr>
          <w:p w14:paraId="1C406905" w14:textId="77777777" w:rsidR="003C10BC" w:rsidRPr="00EC3365" w:rsidRDefault="003C10BC" w:rsidP="00FB74AF">
            <w:pPr>
              <w:spacing w:before="60" w:after="60"/>
              <w:ind w:left="57" w:right="57"/>
              <w:rPr>
                <w:sz w:val="20"/>
              </w:rPr>
            </w:pPr>
            <w:r w:rsidRPr="00EC3365">
              <w:rPr>
                <w:color w:val="0070C0"/>
                <w:spacing w:val="3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C3365">
              <w:rPr>
                <w:color w:val="0070C0"/>
                <w:spacing w:val="3"/>
                <w:sz w:val="20"/>
              </w:rPr>
              <w:instrText xml:space="preserve"> FORMTEXT </w:instrText>
            </w:r>
            <w:r w:rsidRPr="00EC3365">
              <w:rPr>
                <w:color w:val="0070C0"/>
                <w:spacing w:val="3"/>
                <w:sz w:val="20"/>
              </w:rPr>
            </w:r>
            <w:r w:rsidRPr="00EC3365">
              <w:rPr>
                <w:color w:val="0070C0"/>
                <w:spacing w:val="3"/>
                <w:sz w:val="20"/>
              </w:rPr>
              <w:fldChar w:fldCharType="separate"/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noProof/>
                <w:color w:val="0070C0"/>
                <w:spacing w:val="3"/>
                <w:sz w:val="20"/>
              </w:rPr>
              <w:t> </w:t>
            </w:r>
            <w:r w:rsidRPr="00EC3365">
              <w:rPr>
                <w:color w:val="0070C0"/>
                <w:spacing w:val="3"/>
                <w:sz w:val="20"/>
              </w:rPr>
              <w:fldChar w:fldCharType="end"/>
            </w:r>
          </w:p>
        </w:tc>
      </w:tr>
    </w:tbl>
    <w:p w14:paraId="460AEC59" w14:textId="77777777" w:rsidR="00ED6A31" w:rsidRPr="00747A1D" w:rsidRDefault="00ED6A31" w:rsidP="00ED6A31">
      <w:pPr>
        <w:pStyle w:val="Text1"/>
        <w:spacing w:before="60" w:after="60"/>
        <w:rPr>
          <w:rFonts w:cs="Arial"/>
        </w:rPr>
      </w:pPr>
    </w:p>
    <w:p w14:paraId="2C19E9C6" w14:textId="702A4880" w:rsidR="00ED6A31" w:rsidRPr="00EC3365" w:rsidRDefault="00ED6A31" w:rsidP="00EC3365">
      <w:pPr>
        <w:spacing w:before="60" w:after="60"/>
        <w:rPr>
          <w:rFonts w:cs="Arial"/>
          <w:sz w:val="20"/>
        </w:rPr>
      </w:pPr>
      <w:r w:rsidRPr="00EC3365">
        <w:rPr>
          <w:rFonts w:cs="Arial"/>
          <w:sz w:val="20"/>
        </w:rPr>
        <w:t>Dem Anbiete</w:t>
      </w:r>
      <w:r w:rsidR="0030702C" w:rsidRPr="00EC3365">
        <w:rPr>
          <w:rFonts w:cs="Arial"/>
          <w:sz w:val="20"/>
        </w:rPr>
        <w:t>nden</w:t>
      </w:r>
      <w:r w:rsidRPr="00EC3365">
        <w:rPr>
          <w:rFonts w:cs="Arial"/>
          <w:sz w:val="20"/>
        </w:rPr>
        <w:t xml:space="preserve"> ist freigestellt, allfällige Bilder und Skizzen beizulegen. Allfällige Beilagen sind nachstehend aufzuführen</w:t>
      </w:r>
      <w:r w:rsidR="00EC3365" w:rsidRPr="00EC3365">
        <w:rPr>
          <w:rFonts w:cs="Arial"/>
          <w:sz w:val="20"/>
        </w:rPr>
        <w:t xml:space="preserve"> und diesem Dokument anzuhängen</w:t>
      </w:r>
      <w:r w:rsidRPr="00EC3365">
        <w:rPr>
          <w:rFonts w:cs="Arial"/>
          <w:sz w:val="20"/>
        </w:rPr>
        <w:t>:</w:t>
      </w:r>
    </w:p>
    <w:p w14:paraId="792A29CB" w14:textId="77777777" w:rsidR="00ED6A31" w:rsidRDefault="00ED6A31" w:rsidP="00ED6A31">
      <w:pPr>
        <w:pStyle w:val="Text1"/>
        <w:ind w:left="851" w:hanging="851"/>
        <w:rPr>
          <w:rFonts w:cs="Arial"/>
          <w:color w:val="0070C0"/>
        </w:rPr>
      </w:pPr>
      <w:r w:rsidRPr="00747A1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7A1D">
        <w:rPr>
          <w:rFonts w:cs="Arial"/>
        </w:rPr>
        <w:instrText xml:space="preserve"> FORMCHECKBOX </w:instrText>
      </w:r>
      <w:r w:rsidRPr="00747A1D">
        <w:rPr>
          <w:rFonts w:cs="Arial"/>
        </w:rPr>
      </w:r>
      <w:r w:rsidRPr="00747A1D">
        <w:rPr>
          <w:rFonts w:cs="Arial"/>
        </w:rPr>
        <w:fldChar w:fldCharType="separate"/>
      </w:r>
      <w:r w:rsidRPr="00747A1D">
        <w:rPr>
          <w:rFonts w:cs="Arial"/>
        </w:rPr>
        <w:fldChar w:fldCharType="end"/>
      </w:r>
      <w:r w:rsidRPr="00747A1D">
        <w:rPr>
          <w:rFonts w:cs="Arial"/>
        </w:rPr>
        <w:tab/>
      </w:r>
      <w:r w:rsidRPr="00747A1D">
        <w:rPr>
          <w:rFonts w:cs="Arial"/>
          <w:color w:val="0070C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47A1D">
        <w:rPr>
          <w:rFonts w:cs="Arial"/>
          <w:color w:val="0070C0"/>
        </w:rPr>
        <w:instrText xml:space="preserve"> FORMTEXT </w:instrText>
      </w:r>
      <w:r w:rsidRPr="00747A1D">
        <w:rPr>
          <w:rFonts w:cs="Arial"/>
          <w:color w:val="0070C0"/>
        </w:rPr>
      </w:r>
      <w:r w:rsidRPr="00747A1D">
        <w:rPr>
          <w:rFonts w:cs="Arial"/>
          <w:color w:val="0070C0"/>
        </w:rPr>
        <w:fldChar w:fldCharType="separate"/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>
        <w:rPr>
          <w:rFonts w:cs="Arial"/>
          <w:noProof/>
          <w:color w:val="0070C0"/>
        </w:rPr>
        <w:t> </w:t>
      </w:r>
      <w:r w:rsidRPr="00747A1D">
        <w:rPr>
          <w:rFonts w:cs="Arial"/>
          <w:color w:val="0070C0"/>
        </w:rPr>
        <w:fldChar w:fldCharType="end"/>
      </w:r>
    </w:p>
    <w:p w14:paraId="61923AEB" w14:textId="77777777" w:rsidR="00ED6A31" w:rsidRDefault="00ED6A31" w:rsidP="00ED6A31">
      <w:pPr>
        <w:pStyle w:val="Text1"/>
        <w:ind w:left="851" w:hanging="851"/>
        <w:rPr>
          <w:rFonts w:cs="Arial"/>
          <w:color w:val="0070C0"/>
        </w:rPr>
      </w:pPr>
    </w:p>
    <w:p w14:paraId="41EB320C" w14:textId="77777777" w:rsidR="00ED6A31" w:rsidRPr="00ED6A31" w:rsidRDefault="00ED6A31" w:rsidP="00181BA9">
      <w:pPr>
        <w:pStyle w:val="berschrift2"/>
      </w:pPr>
      <w:bookmarkStart w:id="13" w:name="_Toc159511129"/>
      <w:r w:rsidRPr="00ED6A31">
        <w:t>Sprachkenntnisse</w:t>
      </w:r>
      <w:bookmarkEnd w:id="13"/>
    </w:p>
    <w:p w14:paraId="76EBC6AE" w14:textId="77777777" w:rsidR="00ED6A31" w:rsidRPr="00EC3365" w:rsidRDefault="00ED6A31" w:rsidP="00ED6A31">
      <w:pPr>
        <w:spacing w:before="60" w:after="60"/>
        <w:rPr>
          <w:rFonts w:cs="Arial"/>
          <w:sz w:val="20"/>
        </w:rPr>
      </w:pPr>
      <w:r w:rsidRPr="00EC3365">
        <w:rPr>
          <w:rFonts w:cs="Arial"/>
          <w:sz w:val="20"/>
        </w:rPr>
        <w:t xml:space="preserve">Die Schlüsselperson verfügt über die notwendigen Kenntnisse der </w:t>
      </w:r>
      <w:r w:rsidRPr="00EC3365">
        <w:rPr>
          <w:rStyle w:val="Text1Zchn"/>
          <w:rFonts w:cs="Arial"/>
          <w:sz w:val="20"/>
        </w:rPr>
        <w:t>Amtssprache am Ort</w:t>
      </w:r>
      <w:r w:rsidRPr="00EC3365">
        <w:rPr>
          <w:rFonts w:cs="Arial"/>
          <w:sz w:val="20"/>
        </w:rPr>
        <w:t xml:space="preserve"> der Baustelle:</w:t>
      </w:r>
    </w:p>
    <w:p w14:paraId="4E31F69F" w14:textId="77777777" w:rsidR="00ED6A31" w:rsidRPr="00EC3365" w:rsidRDefault="00ED6A31" w:rsidP="00ED6A31">
      <w:pPr>
        <w:spacing w:before="60" w:after="60"/>
        <w:ind w:left="2835" w:hanging="2835"/>
        <w:rPr>
          <w:rFonts w:cs="Arial"/>
          <w:sz w:val="20"/>
        </w:rPr>
      </w:pPr>
      <w:r w:rsidRPr="00EC3365">
        <w:rPr>
          <w:rFonts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C3365">
        <w:rPr>
          <w:rFonts w:cs="Arial"/>
          <w:sz w:val="20"/>
        </w:rPr>
        <w:instrText xml:space="preserve"> FORMCHECKBOX </w:instrText>
      </w:r>
      <w:r w:rsidRPr="00EC3365">
        <w:rPr>
          <w:rFonts w:cs="Arial"/>
          <w:sz w:val="20"/>
        </w:rPr>
      </w:r>
      <w:r w:rsidRPr="00EC3365">
        <w:rPr>
          <w:rFonts w:cs="Arial"/>
          <w:sz w:val="20"/>
        </w:rPr>
        <w:fldChar w:fldCharType="separate"/>
      </w:r>
      <w:r w:rsidRPr="00EC3365">
        <w:rPr>
          <w:rFonts w:cs="Arial"/>
          <w:sz w:val="20"/>
        </w:rPr>
        <w:fldChar w:fldCharType="end"/>
      </w:r>
      <w:r w:rsidRPr="00EC3365">
        <w:rPr>
          <w:rFonts w:cs="Arial"/>
          <w:sz w:val="20"/>
        </w:rPr>
        <w:t xml:space="preserve"> Ja</w:t>
      </w:r>
    </w:p>
    <w:p w14:paraId="6DCF23E0" w14:textId="77777777" w:rsidR="00ED6A31" w:rsidRPr="00EC3365" w:rsidRDefault="00ED6A31" w:rsidP="00ED6A31">
      <w:pPr>
        <w:spacing w:before="60" w:after="60"/>
        <w:ind w:left="2835" w:hanging="2835"/>
        <w:rPr>
          <w:rFonts w:cs="Arial"/>
          <w:sz w:val="20"/>
        </w:rPr>
      </w:pPr>
      <w:r w:rsidRPr="00EC3365">
        <w:rPr>
          <w:rFonts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C3365">
        <w:rPr>
          <w:rFonts w:cs="Arial"/>
          <w:sz w:val="20"/>
        </w:rPr>
        <w:instrText xml:space="preserve"> FORMCHECKBOX </w:instrText>
      </w:r>
      <w:r w:rsidRPr="00EC3365">
        <w:rPr>
          <w:rFonts w:cs="Arial"/>
          <w:sz w:val="20"/>
        </w:rPr>
      </w:r>
      <w:r w:rsidRPr="00EC3365">
        <w:rPr>
          <w:rFonts w:cs="Arial"/>
          <w:sz w:val="20"/>
        </w:rPr>
        <w:fldChar w:fldCharType="separate"/>
      </w:r>
      <w:r w:rsidRPr="00EC3365">
        <w:rPr>
          <w:rFonts w:cs="Arial"/>
          <w:sz w:val="20"/>
        </w:rPr>
        <w:fldChar w:fldCharType="end"/>
      </w:r>
      <w:r w:rsidRPr="00EC3365">
        <w:rPr>
          <w:rFonts w:cs="Arial"/>
          <w:sz w:val="20"/>
        </w:rPr>
        <w:t xml:space="preserve"> Nein</w:t>
      </w:r>
    </w:p>
    <w:p w14:paraId="3EA03AB7" w14:textId="77777777" w:rsidR="00ED6A31" w:rsidRPr="00EC3365" w:rsidRDefault="00ED6A31" w:rsidP="00ED6A31">
      <w:pPr>
        <w:pStyle w:val="Text1"/>
        <w:spacing w:before="60" w:after="60"/>
        <w:rPr>
          <w:rFonts w:cs="Arial"/>
          <w:sz w:val="20"/>
        </w:rPr>
      </w:pPr>
      <w:r w:rsidRPr="00EC3365">
        <w:rPr>
          <w:rFonts w:cs="Arial"/>
          <w:sz w:val="20"/>
        </w:rPr>
        <w:t>Falls nein, aufzeigen einer Lösung zur Sicherstellung der Verständigung zwischen den Beteiligten im Projekt:</w:t>
      </w:r>
    </w:p>
    <w:p w14:paraId="23F95F84" w14:textId="77777777" w:rsidR="00ED6A31" w:rsidRPr="00EC3365" w:rsidRDefault="00ED6A31" w:rsidP="00ED6A31">
      <w:pPr>
        <w:spacing w:before="60" w:after="60"/>
        <w:ind w:left="2835" w:hanging="2835"/>
        <w:rPr>
          <w:rFonts w:cs="Arial"/>
          <w:sz w:val="20"/>
        </w:rPr>
      </w:pPr>
      <w:r w:rsidRPr="00EC3365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C3365">
        <w:rPr>
          <w:rFonts w:cs="Arial"/>
          <w:color w:val="0070C0"/>
          <w:sz w:val="20"/>
        </w:rPr>
        <w:instrText xml:space="preserve"> FORMTEXT </w:instrText>
      </w:r>
      <w:r w:rsidRPr="00EC3365">
        <w:rPr>
          <w:rFonts w:cs="Arial"/>
          <w:color w:val="0070C0"/>
          <w:sz w:val="20"/>
        </w:rPr>
      </w:r>
      <w:r w:rsidRPr="00EC3365">
        <w:rPr>
          <w:rFonts w:cs="Arial"/>
          <w:color w:val="0070C0"/>
          <w:sz w:val="20"/>
        </w:rPr>
        <w:fldChar w:fldCharType="separate"/>
      </w:r>
      <w:r w:rsidRPr="00EC3365">
        <w:rPr>
          <w:rFonts w:cs="Arial"/>
          <w:noProof/>
          <w:color w:val="0070C0"/>
          <w:sz w:val="20"/>
        </w:rPr>
        <w:t> </w:t>
      </w:r>
      <w:r w:rsidRPr="00EC3365">
        <w:rPr>
          <w:rFonts w:cs="Arial"/>
          <w:noProof/>
          <w:color w:val="0070C0"/>
          <w:sz w:val="20"/>
        </w:rPr>
        <w:t> </w:t>
      </w:r>
      <w:r w:rsidRPr="00EC3365">
        <w:rPr>
          <w:rFonts w:cs="Arial"/>
          <w:noProof/>
          <w:color w:val="0070C0"/>
          <w:sz w:val="20"/>
        </w:rPr>
        <w:t> </w:t>
      </w:r>
      <w:r w:rsidRPr="00EC3365">
        <w:rPr>
          <w:rFonts w:cs="Arial"/>
          <w:noProof/>
          <w:color w:val="0070C0"/>
          <w:sz w:val="20"/>
        </w:rPr>
        <w:t> </w:t>
      </w:r>
      <w:r w:rsidRPr="00EC3365">
        <w:rPr>
          <w:rFonts w:cs="Arial"/>
          <w:noProof/>
          <w:color w:val="0070C0"/>
          <w:sz w:val="20"/>
        </w:rPr>
        <w:t> </w:t>
      </w:r>
      <w:r w:rsidRPr="00EC3365">
        <w:rPr>
          <w:rFonts w:cs="Arial"/>
          <w:color w:val="0070C0"/>
          <w:sz w:val="20"/>
        </w:rPr>
        <w:fldChar w:fldCharType="end"/>
      </w:r>
    </w:p>
    <w:p w14:paraId="30D2070C" w14:textId="77777777" w:rsidR="00ED6A31" w:rsidRPr="00EC3365" w:rsidRDefault="00ED6A31" w:rsidP="00ED6A31">
      <w:pPr>
        <w:ind w:left="2835" w:hanging="2835"/>
        <w:rPr>
          <w:rFonts w:cs="Arial"/>
          <w:sz w:val="20"/>
        </w:rPr>
      </w:pPr>
    </w:p>
    <w:p w14:paraId="046524C4" w14:textId="77777777" w:rsidR="00ED6A31" w:rsidRPr="00EC3365" w:rsidRDefault="00ED6A31" w:rsidP="00ED6A31">
      <w:pPr>
        <w:ind w:left="2835" w:hanging="2835"/>
        <w:rPr>
          <w:rFonts w:cs="Arial"/>
          <w:sz w:val="20"/>
        </w:rPr>
      </w:pPr>
      <w:r w:rsidRPr="00EC3365">
        <w:rPr>
          <w:rFonts w:cs="Arial"/>
          <w:sz w:val="20"/>
        </w:rPr>
        <w:t>Dem Angebot beizulegen:</w:t>
      </w:r>
    </w:p>
    <w:p w14:paraId="374018AB" w14:textId="77777777" w:rsidR="00ED6A31" w:rsidRPr="00EC3365" w:rsidRDefault="00ED6A31" w:rsidP="00ED6A31">
      <w:pPr>
        <w:pStyle w:val="Text1"/>
        <w:numPr>
          <w:ilvl w:val="0"/>
          <w:numId w:val="21"/>
        </w:numPr>
        <w:ind w:left="284" w:hanging="284"/>
        <w:rPr>
          <w:rFonts w:cs="Arial"/>
          <w:sz w:val="20"/>
        </w:rPr>
      </w:pPr>
      <w:r w:rsidRPr="00EC3365">
        <w:rPr>
          <w:rFonts w:cs="Arial"/>
          <w:sz w:val="20"/>
        </w:rPr>
        <w:t>Lebenslauf (CV) der Schlüsselperson</w:t>
      </w:r>
      <w:bookmarkEnd w:id="1"/>
    </w:p>
    <w:sectPr w:rsidR="00ED6A31" w:rsidRPr="00EC3365" w:rsidSect="00B26B16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97412" w14:textId="77777777" w:rsidR="003F7A9D" w:rsidRDefault="003F7A9D">
      <w:r>
        <w:separator/>
      </w:r>
    </w:p>
  </w:endnote>
  <w:endnote w:type="continuationSeparator" w:id="0">
    <w:p w14:paraId="27EE0CCE" w14:textId="77777777" w:rsidR="003F7A9D" w:rsidRDefault="003F7A9D">
      <w:r>
        <w:continuationSeparator/>
      </w:r>
    </w:p>
  </w:endnote>
  <w:endnote w:type="continuationNotice" w:id="1">
    <w:p w14:paraId="0321EDC6" w14:textId="77777777" w:rsidR="003F7A9D" w:rsidRDefault="003F7A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CAE2E" w14:textId="2E08AE6E" w:rsidR="000A2D82" w:rsidRDefault="000A2D82">
    <w:pPr>
      <w:pStyle w:val="Fuzeile"/>
    </w:pPr>
    <w:r>
      <w:rPr>
        <w:noProof/>
        <w:lang w:eastAsia="de-CH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E1886B5" wp14:editId="2DAA3A4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2" name="Textfeld 2" descr="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CA4F09" w14:textId="2246CE19" w:rsidR="000A2D82" w:rsidRPr="000A2D82" w:rsidRDefault="000A2D82" w:rsidP="000A2D8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0A2D8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1886B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Intern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2ECA4F09" w14:textId="2246CE19" w:rsidR="000A2D82" w:rsidRPr="000A2D82" w:rsidRDefault="000A2D82" w:rsidP="000A2D8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0A2D82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147BFB36" w:rsidR="001002DE" w:rsidRDefault="001002D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5EA61183" w:rsidR="001002DE" w:rsidRDefault="00A35EBA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REF Version_Datum \h  \* MERGEFORMAT </w:instrText>
    </w:r>
    <w:r>
      <w:rPr>
        <w:snapToGrid w:val="0"/>
        <w:sz w:val="16"/>
      </w:rPr>
    </w:r>
    <w:r>
      <w:rPr>
        <w:snapToGrid w:val="0"/>
        <w:sz w:val="16"/>
      </w:rPr>
      <w:fldChar w:fldCharType="separate"/>
    </w:r>
    <w:r w:rsidR="00E25EF3" w:rsidRPr="00E25EF3">
      <w:rPr>
        <w:snapToGrid w:val="0"/>
        <w:sz w:val="16"/>
      </w:rPr>
      <w:t>Version 2.0 vom 31.03.2025</w:t>
    </w:r>
    <w:r>
      <w:rPr>
        <w:snapToGrid w:val="0"/>
        <w:sz w:val="16"/>
      </w:rPr>
      <w:fldChar w:fldCharType="end"/>
    </w:r>
    <w:r w:rsidR="001002DE">
      <w:rPr>
        <w:snapToGrid w:val="0"/>
        <w:sz w:val="16"/>
      </w:rPr>
      <w:tab/>
      <w:t xml:space="preserve">Seite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PAGE </w:instrText>
    </w:r>
    <w:r w:rsidR="001002DE">
      <w:rPr>
        <w:rStyle w:val="Seitenzahl"/>
        <w:sz w:val="16"/>
      </w:rPr>
      <w:fldChar w:fldCharType="separate"/>
    </w:r>
    <w:r w:rsidR="00565314">
      <w:rPr>
        <w:rStyle w:val="Seitenzahl"/>
        <w:noProof/>
        <w:sz w:val="16"/>
      </w:rPr>
      <w:t>6</w:t>
    </w:r>
    <w:r w:rsidR="001002DE">
      <w:rPr>
        <w:rStyle w:val="Seitenzahl"/>
        <w:sz w:val="16"/>
      </w:rPr>
      <w:fldChar w:fldCharType="end"/>
    </w:r>
    <w:r w:rsidR="001002DE">
      <w:rPr>
        <w:rStyle w:val="Seitenzahl"/>
        <w:sz w:val="16"/>
      </w:rPr>
      <w:t xml:space="preserve"> /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NUMPAGES </w:instrText>
    </w:r>
    <w:r w:rsidR="001002DE">
      <w:rPr>
        <w:rStyle w:val="Seitenzahl"/>
        <w:sz w:val="16"/>
      </w:rPr>
      <w:fldChar w:fldCharType="separate"/>
    </w:r>
    <w:r w:rsidR="00565314">
      <w:rPr>
        <w:rStyle w:val="Seitenzahl"/>
        <w:noProof/>
        <w:sz w:val="16"/>
      </w:rPr>
      <w:t>11</w:t>
    </w:r>
    <w:r w:rsidR="001002DE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EA27D" w14:textId="77777777" w:rsidR="003F7A9D" w:rsidRDefault="003F7A9D">
      <w:r>
        <w:separator/>
      </w:r>
    </w:p>
  </w:footnote>
  <w:footnote w:type="continuationSeparator" w:id="0">
    <w:p w14:paraId="361F63C1" w14:textId="77777777" w:rsidR="003F7A9D" w:rsidRDefault="003F7A9D">
      <w:r>
        <w:continuationSeparator/>
      </w:r>
    </w:p>
  </w:footnote>
  <w:footnote w:type="continuationNotice" w:id="1">
    <w:p w14:paraId="34C4E966" w14:textId="77777777" w:rsidR="003F7A9D" w:rsidRDefault="003F7A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77777777" w:rsidR="001002DE" w:rsidRDefault="001002DE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0161FA1E" w14:textId="77777777" w:rsidR="00DB63B8" w:rsidRDefault="00DB63B8" w:rsidP="00DB63B8">
    <w:pPr>
      <w:pStyle w:val="Kopfzeile"/>
      <w:jc w:val="right"/>
      <w:rPr>
        <w:sz w:val="20"/>
      </w:rPr>
    </w:pPr>
    <w:bookmarkStart w:id="14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bookmarkEnd w:id="14"/>
  <w:p w14:paraId="2D0C6700" w14:textId="31730F81" w:rsidR="001002DE" w:rsidRDefault="001002DE">
    <w:pPr>
      <w:pStyle w:val="Kopfzeile"/>
      <w:jc w:val="right"/>
      <w:rPr>
        <w:sz w:val="20"/>
      </w:rPr>
    </w:pPr>
    <w:r>
      <w:rPr>
        <w:sz w:val="20"/>
      </w:rPr>
      <w:t xml:space="preserve">Dokument </w:t>
    </w:r>
    <w:r w:rsidR="00A4752A">
      <w:rPr>
        <w:sz w:val="20"/>
      </w:rPr>
      <w:t>D</w:t>
    </w:r>
    <w:r w:rsidR="00BB32D7">
      <w:rPr>
        <w:sz w:val="20"/>
      </w:rPr>
      <w:t>9</w:t>
    </w:r>
  </w:p>
  <w:p w14:paraId="4FD83A59" w14:textId="77777777" w:rsidR="001002DE" w:rsidRDefault="001002DE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DB63B8" w14:paraId="48BED50D" w14:textId="77777777" w:rsidTr="00E56AAC">
      <w:trPr>
        <w:trHeight w:val="714"/>
      </w:trPr>
      <w:tc>
        <w:tcPr>
          <w:tcW w:w="5103" w:type="dxa"/>
          <w:vAlign w:val="bottom"/>
        </w:tcPr>
        <w:p w14:paraId="21AEA70C" w14:textId="77777777" w:rsidR="00DB63B8" w:rsidRDefault="00DB63B8" w:rsidP="00DB63B8">
          <w:pPr>
            <w:pStyle w:val="Untertitel"/>
            <w:spacing w:after="0"/>
          </w:pPr>
          <w:bookmarkStart w:id="15" w:name="_Hlk148879071"/>
          <w:r>
            <w:rPr>
              <w:noProof/>
            </w:rPr>
            <w:drawing>
              <wp:anchor distT="0" distB="0" distL="114300" distR="114300" simplePos="0" relativeHeight="251661314" behindDoc="0" locked="0" layoutInCell="1" allowOverlap="1" wp14:anchorId="5C002C96" wp14:editId="0DBB60AB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6878425B" wp14:editId="68968CC6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444B4E80" w14:textId="77777777" w:rsidR="00DB63B8" w:rsidRDefault="00DB63B8" w:rsidP="00DB63B8">
          <w:pPr>
            <w:pStyle w:val="Kopfzeile"/>
          </w:pPr>
        </w:p>
      </w:tc>
      <w:tc>
        <w:tcPr>
          <w:tcW w:w="1951" w:type="dxa"/>
        </w:tcPr>
        <w:p w14:paraId="180F67DC" w14:textId="77777777" w:rsidR="00DB63B8" w:rsidRDefault="00DB63B8" w:rsidP="00DB63B8">
          <w:pPr>
            <w:pStyle w:val="Kopfzeile"/>
          </w:pPr>
          <w:bookmarkStart w:id="16" w:name="_Hlk148879324"/>
        </w:p>
        <w:p w14:paraId="221010DB" w14:textId="77777777" w:rsidR="00DB63B8" w:rsidRDefault="00DB63B8" w:rsidP="00DB63B8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60290" behindDoc="1" locked="0" layoutInCell="1" allowOverlap="1" wp14:anchorId="72A38176" wp14:editId="05AA7D8A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16"/>
        <w:p w14:paraId="5D63624C" w14:textId="77777777" w:rsidR="00DB63B8" w:rsidRDefault="00DB63B8" w:rsidP="00DB63B8">
          <w:pPr>
            <w:pStyle w:val="Kopfzeile"/>
            <w:ind w:firstLine="709"/>
          </w:pPr>
        </w:p>
      </w:tc>
    </w:tr>
    <w:bookmarkEnd w:id="15"/>
  </w:tbl>
  <w:p w14:paraId="783A5B9D" w14:textId="59CD495E" w:rsidR="001002DE" w:rsidRPr="002A0B12" w:rsidRDefault="001002DE" w:rsidP="00D979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62B41FE4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3E0861"/>
    <w:multiLevelType w:val="hybridMultilevel"/>
    <w:tmpl w:val="3D1A6E94"/>
    <w:lvl w:ilvl="0" w:tplc="9C1E9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B82"/>
    <w:multiLevelType w:val="hybridMultilevel"/>
    <w:tmpl w:val="2670E2CA"/>
    <w:lvl w:ilvl="0" w:tplc="9C1E9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909E0"/>
    <w:multiLevelType w:val="hybridMultilevel"/>
    <w:tmpl w:val="FFC28210"/>
    <w:lvl w:ilvl="0" w:tplc="9C1E9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6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7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9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96714284">
    <w:abstractNumId w:val="0"/>
  </w:num>
  <w:num w:numId="2" w16cid:durableId="2079739761">
    <w:abstractNumId w:val="1"/>
  </w:num>
  <w:num w:numId="3" w16cid:durableId="416171375">
    <w:abstractNumId w:val="8"/>
  </w:num>
  <w:num w:numId="4" w16cid:durableId="9333053">
    <w:abstractNumId w:val="5"/>
  </w:num>
  <w:num w:numId="5" w16cid:durableId="1617327846">
    <w:abstractNumId w:val="9"/>
  </w:num>
  <w:num w:numId="6" w16cid:durableId="2092702343">
    <w:abstractNumId w:val="6"/>
  </w:num>
  <w:num w:numId="7" w16cid:durableId="1459688502">
    <w:abstractNumId w:val="11"/>
  </w:num>
  <w:num w:numId="8" w16cid:durableId="1613706071">
    <w:abstractNumId w:val="11"/>
  </w:num>
  <w:num w:numId="9" w16cid:durableId="1899512610">
    <w:abstractNumId w:val="7"/>
  </w:num>
  <w:num w:numId="10" w16cid:durableId="548804444">
    <w:abstractNumId w:val="10"/>
  </w:num>
  <w:num w:numId="11" w16cid:durableId="380714265">
    <w:abstractNumId w:val="1"/>
  </w:num>
  <w:num w:numId="12" w16cid:durableId="703559349">
    <w:abstractNumId w:val="1"/>
  </w:num>
  <w:num w:numId="13" w16cid:durableId="116070162">
    <w:abstractNumId w:val="1"/>
  </w:num>
  <w:num w:numId="14" w16cid:durableId="325671078">
    <w:abstractNumId w:val="1"/>
  </w:num>
  <w:num w:numId="15" w16cid:durableId="1540051777">
    <w:abstractNumId w:val="1"/>
  </w:num>
  <w:num w:numId="16" w16cid:durableId="554043470">
    <w:abstractNumId w:val="1"/>
  </w:num>
  <w:num w:numId="17" w16cid:durableId="52772675">
    <w:abstractNumId w:val="3"/>
  </w:num>
  <w:num w:numId="18" w16cid:durableId="556866257">
    <w:abstractNumId w:val="2"/>
  </w:num>
  <w:num w:numId="19" w16cid:durableId="915939436">
    <w:abstractNumId w:val="1"/>
  </w:num>
  <w:num w:numId="20" w16cid:durableId="484398422">
    <w:abstractNumId w:val="1"/>
  </w:num>
  <w:num w:numId="21" w16cid:durableId="1739668017">
    <w:abstractNumId w:val="4"/>
  </w:num>
  <w:num w:numId="22" w16cid:durableId="2012029755">
    <w:abstractNumId w:val="1"/>
  </w:num>
  <w:num w:numId="23" w16cid:durableId="1859152391">
    <w:abstractNumId w:val="1"/>
  </w:num>
  <w:num w:numId="24" w16cid:durableId="1526401570">
    <w:abstractNumId w:val="1"/>
  </w:num>
  <w:num w:numId="25" w16cid:durableId="2025663807">
    <w:abstractNumId w:val="1"/>
  </w:num>
  <w:num w:numId="26" w16cid:durableId="250819376">
    <w:abstractNumId w:val="1"/>
  </w:num>
  <w:num w:numId="27" w16cid:durableId="975449926">
    <w:abstractNumId w:val="1"/>
  </w:num>
  <w:num w:numId="28" w16cid:durableId="588926955">
    <w:abstractNumId w:val="1"/>
  </w:num>
  <w:num w:numId="29" w16cid:durableId="1544439075">
    <w:abstractNumId w:val="1"/>
  </w:num>
  <w:num w:numId="30" w16cid:durableId="1935896315">
    <w:abstractNumId w:val="1"/>
  </w:num>
  <w:num w:numId="31" w16cid:durableId="2139297062">
    <w:abstractNumId w:val="1"/>
  </w:num>
  <w:num w:numId="32" w16cid:durableId="142742259">
    <w:abstractNumId w:val="1"/>
  </w:num>
  <w:num w:numId="33" w16cid:durableId="1579286963">
    <w:abstractNumId w:val="1"/>
  </w:num>
  <w:num w:numId="34" w16cid:durableId="1617713223">
    <w:abstractNumId w:val="1"/>
  </w:num>
  <w:num w:numId="35" w16cid:durableId="1229612259">
    <w:abstractNumId w:val="1"/>
  </w:num>
  <w:num w:numId="36" w16cid:durableId="1958293108">
    <w:abstractNumId w:val="1"/>
  </w:num>
  <w:num w:numId="37" w16cid:durableId="1845124465">
    <w:abstractNumId w:val="1"/>
  </w:num>
  <w:num w:numId="38" w16cid:durableId="18560755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477"/>
    <w:rsid w:val="00000556"/>
    <w:rsid w:val="000022E1"/>
    <w:rsid w:val="00004446"/>
    <w:rsid w:val="00007463"/>
    <w:rsid w:val="000112DE"/>
    <w:rsid w:val="00013004"/>
    <w:rsid w:val="00016A71"/>
    <w:rsid w:val="00023E95"/>
    <w:rsid w:val="0002489B"/>
    <w:rsid w:val="00036692"/>
    <w:rsid w:val="00040A1B"/>
    <w:rsid w:val="00044769"/>
    <w:rsid w:val="000500C5"/>
    <w:rsid w:val="00051916"/>
    <w:rsid w:val="000638AC"/>
    <w:rsid w:val="00067189"/>
    <w:rsid w:val="00067422"/>
    <w:rsid w:val="00067E8B"/>
    <w:rsid w:val="00070AA8"/>
    <w:rsid w:val="00074B70"/>
    <w:rsid w:val="00075C12"/>
    <w:rsid w:val="00080F86"/>
    <w:rsid w:val="00082E01"/>
    <w:rsid w:val="000850C9"/>
    <w:rsid w:val="00085957"/>
    <w:rsid w:val="00087628"/>
    <w:rsid w:val="00092F2D"/>
    <w:rsid w:val="000943C8"/>
    <w:rsid w:val="0009707A"/>
    <w:rsid w:val="000A0851"/>
    <w:rsid w:val="000A2D82"/>
    <w:rsid w:val="000A55B4"/>
    <w:rsid w:val="000A6296"/>
    <w:rsid w:val="000A7D8A"/>
    <w:rsid w:val="000B7687"/>
    <w:rsid w:val="000C2549"/>
    <w:rsid w:val="000C2927"/>
    <w:rsid w:val="000C292C"/>
    <w:rsid w:val="000D2B1E"/>
    <w:rsid w:val="000D63E2"/>
    <w:rsid w:val="000D65D0"/>
    <w:rsid w:val="000E5A26"/>
    <w:rsid w:val="000E7101"/>
    <w:rsid w:val="000F446C"/>
    <w:rsid w:val="000F6DBA"/>
    <w:rsid w:val="001002DE"/>
    <w:rsid w:val="00124420"/>
    <w:rsid w:val="00126909"/>
    <w:rsid w:val="00127BEA"/>
    <w:rsid w:val="00130775"/>
    <w:rsid w:val="00135CB3"/>
    <w:rsid w:val="0013645C"/>
    <w:rsid w:val="00141FCA"/>
    <w:rsid w:val="00143816"/>
    <w:rsid w:val="0014546D"/>
    <w:rsid w:val="00150EAF"/>
    <w:rsid w:val="00152CDF"/>
    <w:rsid w:val="001539C6"/>
    <w:rsid w:val="001546E1"/>
    <w:rsid w:val="00160934"/>
    <w:rsid w:val="00164692"/>
    <w:rsid w:val="00170EFD"/>
    <w:rsid w:val="001715F7"/>
    <w:rsid w:val="00176B95"/>
    <w:rsid w:val="00177B1E"/>
    <w:rsid w:val="00181BA9"/>
    <w:rsid w:val="00183320"/>
    <w:rsid w:val="00184F73"/>
    <w:rsid w:val="0018596C"/>
    <w:rsid w:val="0019479C"/>
    <w:rsid w:val="001A15CE"/>
    <w:rsid w:val="001A18F4"/>
    <w:rsid w:val="001A1E43"/>
    <w:rsid w:val="001A27F3"/>
    <w:rsid w:val="001A56AD"/>
    <w:rsid w:val="001A5A41"/>
    <w:rsid w:val="001B5D36"/>
    <w:rsid w:val="001C3C29"/>
    <w:rsid w:val="001C794E"/>
    <w:rsid w:val="001D01C9"/>
    <w:rsid w:val="001D14F7"/>
    <w:rsid w:val="001D6702"/>
    <w:rsid w:val="001E1A3A"/>
    <w:rsid w:val="001E6AF2"/>
    <w:rsid w:val="001F1A4F"/>
    <w:rsid w:val="001F1DFD"/>
    <w:rsid w:val="001F5341"/>
    <w:rsid w:val="001F679E"/>
    <w:rsid w:val="001F6EBB"/>
    <w:rsid w:val="00212103"/>
    <w:rsid w:val="00214000"/>
    <w:rsid w:val="00214BD2"/>
    <w:rsid w:val="00215444"/>
    <w:rsid w:val="002163B9"/>
    <w:rsid w:val="00216CFF"/>
    <w:rsid w:val="00221101"/>
    <w:rsid w:val="002211C4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7186E"/>
    <w:rsid w:val="00275D45"/>
    <w:rsid w:val="00292640"/>
    <w:rsid w:val="00294C19"/>
    <w:rsid w:val="00295664"/>
    <w:rsid w:val="002A6EBF"/>
    <w:rsid w:val="002B064F"/>
    <w:rsid w:val="002C07BE"/>
    <w:rsid w:val="002C47B0"/>
    <w:rsid w:val="002C6C34"/>
    <w:rsid w:val="002D0580"/>
    <w:rsid w:val="002D34C9"/>
    <w:rsid w:val="002D549A"/>
    <w:rsid w:val="002D55D7"/>
    <w:rsid w:val="002E0BC9"/>
    <w:rsid w:val="002F77C9"/>
    <w:rsid w:val="003024E6"/>
    <w:rsid w:val="0030702C"/>
    <w:rsid w:val="00311F3B"/>
    <w:rsid w:val="0031392E"/>
    <w:rsid w:val="00313D45"/>
    <w:rsid w:val="00314792"/>
    <w:rsid w:val="003147FA"/>
    <w:rsid w:val="0031751C"/>
    <w:rsid w:val="0032159A"/>
    <w:rsid w:val="0032478B"/>
    <w:rsid w:val="003255F7"/>
    <w:rsid w:val="0034621D"/>
    <w:rsid w:val="00346D63"/>
    <w:rsid w:val="003660AD"/>
    <w:rsid w:val="003728ED"/>
    <w:rsid w:val="0038639C"/>
    <w:rsid w:val="00390F0D"/>
    <w:rsid w:val="00391AA9"/>
    <w:rsid w:val="00391EFB"/>
    <w:rsid w:val="003A50B4"/>
    <w:rsid w:val="003B1A5B"/>
    <w:rsid w:val="003B2240"/>
    <w:rsid w:val="003B46DC"/>
    <w:rsid w:val="003C10BC"/>
    <w:rsid w:val="003C6D39"/>
    <w:rsid w:val="003D24A0"/>
    <w:rsid w:val="003D3425"/>
    <w:rsid w:val="003D4A3C"/>
    <w:rsid w:val="003D4C44"/>
    <w:rsid w:val="003D5A57"/>
    <w:rsid w:val="003D6BFE"/>
    <w:rsid w:val="003E02F2"/>
    <w:rsid w:val="003E579C"/>
    <w:rsid w:val="003E5AF8"/>
    <w:rsid w:val="003F3AD5"/>
    <w:rsid w:val="003F7A9D"/>
    <w:rsid w:val="00400FB8"/>
    <w:rsid w:val="0040349E"/>
    <w:rsid w:val="00420470"/>
    <w:rsid w:val="00423AEF"/>
    <w:rsid w:val="00426A9E"/>
    <w:rsid w:val="00434C40"/>
    <w:rsid w:val="00436C98"/>
    <w:rsid w:val="00444238"/>
    <w:rsid w:val="004459C9"/>
    <w:rsid w:val="00447EF9"/>
    <w:rsid w:val="004521B1"/>
    <w:rsid w:val="004577EC"/>
    <w:rsid w:val="00460DF6"/>
    <w:rsid w:val="0046759F"/>
    <w:rsid w:val="004730F0"/>
    <w:rsid w:val="00475486"/>
    <w:rsid w:val="00477411"/>
    <w:rsid w:val="0048277A"/>
    <w:rsid w:val="004933FD"/>
    <w:rsid w:val="00495563"/>
    <w:rsid w:val="004A3665"/>
    <w:rsid w:val="004A50A6"/>
    <w:rsid w:val="004B42A0"/>
    <w:rsid w:val="004C0313"/>
    <w:rsid w:val="004C26F8"/>
    <w:rsid w:val="004D0B90"/>
    <w:rsid w:val="004D310E"/>
    <w:rsid w:val="004D314B"/>
    <w:rsid w:val="004D7021"/>
    <w:rsid w:val="004D771C"/>
    <w:rsid w:val="004E2500"/>
    <w:rsid w:val="004E4E7D"/>
    <w:rsid w:val="004E568B"/>
    <w:rsid w:val="004F2161"/>
    <w:rsid w:val="004F6C1A"/>
    <w:rsid w:val="00506351"/>
    <w:rsid w:val="00507150"/>
    <w:rsid w:val="005073F0"/>
    <w:rsid w:val="0051107E"/>
    <w:rsid w:val="00512410"/>
    <w:rsid w:val="00513127"/>
    <w:rsid w:val="00513837"/>
    <w:rsid w:val="00515E0D"/>
    <w:rsid w:val="00516FB0"/>
    <w:rsid w:val="0052156B"/>
    <w:rsid w:val="00521CF0"/>
    <w:rsid w:val="00523A63"/>
    <w:rsid w:val="0052433D"/>
    <w:rsid w:val="0053024D"/>
    <w:rsid w:val="00531630"/>
    <w:rsid w:val="005360EC"/>
    <w:rsid w:val="0054356C"/>
    <w:rsid w:val="005519F3"/>
    <w:rsid w:val="00555A00"/>
    <w:rsid w:val="00555DE2"/>
    <w:rsid w:val="00564F6E"/>
    <w:rsid w:val="00565314"/>
    <w:rsid w:val="005653D6"/>
    <w:rsid w:val="0056693A"/>
    <w:rsid w:val="00571139"/>
    <w:rsid w:val="0058029D"/>
    <w:rsid w:val="00581732"/>
    <w:rsid w:val="005821B6"/>
    <w:rsid w:val="00582CA3"/>
    <w:rsid w:val="00584E60"/>
    <w:rsid w:val="0058774C"/>
    <w:rsid w:val="00593CCA"/>
    <w:rsid w:val="00594458"/>
    <w:rsid w:val="005A49AB"/>
    <w:rsid w:val="005A4A8B"/>
    <w:rsid w:val="005A5436"/>
    <w:rsid w:val="005B3A06"/>
    <w:rsid w:val="005C007E"/>
    <w:rsid w:val="005C1E4D"/>
    <w:rsid w:val="005C545D"/>
    <w:rsid w:val="005C7F3E"/>
    <w:rsid w:val="005D00CC"/>
    <w:rsid w:val="005E2CEB"/>
    <w:rsid w:val="005E430C"/>
    <w:rsid w:val="005F31E6"/>
    <w:rsid w:val="00601591"/>
    <w:rsid w:val="00606596"/>
    <w:rsid w:val="00612942"/>
    <w:rsid w:val="00613D5A"/>
    <w:rsid w:val="006178E2"/>
    <w:rsid w:val="00634BC2"/>
    <w:rsid w:val="00636307"/>
    <w:rsid w:val="00640578"/>
    <w:rsid w:val="006405AC"/>
    <w:rsid w:val="00664B0F"/>
    <w:rsid w:val="00665C6E"/>
    <w:rsid w:val="00666771"/>
    <w:rsid w:val="00676286"/>
    <w:rsid w:val="006768B0"/>
    <w:rsid w:val="00683220"/>
    <w:rsid w:val="00684D5C"/>
    <w:rsid w:val="00686995"/>
    <w:rsid w:val="00692F03"/>
    <w:rsid w:val="006930ED"/>
    <w:rsid w:val="006A252E"/>
    <w:rsid w:val="006A3BD7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765E"/>
    <w:rsid w:val="006E420C"/>
    <w:rsid w:val="006E4B15"/>
    <w:rsid w:val="006E5FE7"/>
    <w:rsid w:val="006E74ED"/>
    <w:rsid w:val="006F11A4"/>
    <w:rsid w:val="006F1482"/>
    <w:rsid w:val="006F50B3"/>
    <w:rsid w:val="00701CC9"/>
    <w:rsid w:val="00702DCA"/>
    <w:rsid w:val="00706E34"/>
    <w:rsid w:val="007107F8"/>
    <w:rsid w:val="00715482"/>
    <w:rsid w:val="00724857"/>
    <w:rsid w:val="00725B4B"/>
    <w:rsid w:val="007303C1"/>
    <w:rsid w:val="00733EEA"/>
    <w:rsid w:val="00741771"/>
    <w:rsid w:val="007423BE"/>
    <w:rsid w:val="007427B5"/>
    <w:rsid w:val="007455BE"/>
    <w:rsid w:val="00747810"/>
    <w:rsid w:val="00750372"/>
    <w:rsid w:val="0075609C"/>
    <w:rsid w:val="00756103"/>
    <w:rsid w:val="00760F85"/>
    <w:rsid w:val="007625CC"/>
    <w:rsid w:val="00762A83"/>
    <w:rsid w:val="007658C4"/>
    <w:rsid w:val="00770444"/>
    <w:rsid w:val="00772C36"/>
    <w:rsid w:val="0077350A"/>
    <w:rsid w:val="0077605D"/>
    <w:rsid w:val="007823B2"/>
    <w:rsid w:val="00791152"/>
    <w:rsid w:val="007931D8"/>
    <w:rsid w:val="00794C6B"/>
    <w:rsid w:val="007A0428"/>
    <w:rsid w:val="007A0E15"/>
    <w:rsid w:val="007A441F"/>
    <w:rsid w:val="007B252E"/>
    <w:rsid w:val="007B3333"/>
    <w:rsid w:val="007C6DA2"/>
    <w:rsid w:val="007D3987"/>
    <w:rsid w:val="007D73C5"/>
    <w:rsid w:val="007F0656"/>
    <w:rsid w:val="007F48B5"/>
    <w:rsid w:val="007F6163"/>
    <w:rsid w:val="007F6E4E"/>
    <w:rsid w:val="008051D6"/>
    <w:rsid w:val="00806609"/>
    <w:rsid w:val="00810829"/>
    <w:rsid w:val="00811FFE"/>
    <w:rsid w:val="008127F8"/>
    <w:rsid w:val="008131D3"/>
    <w:rsid w:val="008142AB"/>
    <w:rsid w:val="00815ABF"/>
    <w:rsid w:val="00822215"/>
    <w:rsid w:val="00825456"/>
    <w:rsid w:val="00827281"/>
    <w:rsid w:val="0083017B"/>
    <w:rsid w:val="00835050"/>
    <w:rsid w:val="008400FE"/>
    <w:rsid w:val="008435A8"/>
    <w:rsid w:val="008437E9"/>
    <w:rsid w:val="00845AB3"/>
    <w:rsid w:val="00853EAF"/>
    <w:rsid w:val="00855B43"/>
    <w:rsid w:val="00870DE5"/>
    <w:rsid w:val="00871B32"/>
    <w:rsid w:val="008722EA"/>
    <w:rsid w:val="0087642A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75D2"/>
    <w:rsid w:val="008D7660"/>
    <w:rsid w:val="008E506D"/>
    <w:rsid w:val="008E571A"/>
    <w:rsid w:val="008F2941"/>
    <w:rsid w:val="0090048D"/>
    <w:rsid w:val="00905991"/>
    <w:rsid w:val="00923AF6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2DC9"/>
    <w:rsid w:val="00963547"/>
    <w:rsid w:val="00964C51"/>
    <w:rsid w:val="00965F3C"/>
    <w:rsid w:val="00970726"/>
    <w:rsid w:val="0097275D"/>
    <w:rsid w:val="0098078F"/>
    <w:rsid w:val="0098172F"/>
    <w:rsid w:val="0098319E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C2571"/>
    <w:rsid w:val="009C3C0F"/>
    <w:rsid w:val="009C41B4"/>
    <w:rsid w:val="009C67CA"/>
    <w:rsid w:val="009D0540"/>
    <w:rsid w:val="009D2E28"/>
    <w:rsid w:val="009D5BE4"/>
    <w:rsid w:val="009E3FB8"/>
    <w:rsid w:val="009E4B5F"/>
    <w:rsid w:val="009F14A6"/>
    <w:rsid w:val="009F6B70"/>
    <w:rsid w:val="00A008F5"/>
    <w:rsid w:val="00A017EF"/>
    <w:rsid w:val="00A04F6C"/>
    <w:rsid w:val="00A076D1"/>
    <w:rsid w:val="00A1315D"/>
    <w:rsid w:val="00A23721"/>
    <w:rsid w:val="00A2488E"/>
    <w:rsid w:val="00A32170"/>
    <w:rsid w:val="00A35EBA"/>
    <w:rsid w:val="00A3651C"/>
    <w:rsid w:val="00A37271"/>
    <w:rsid w:val="00A43FE7"/>
    <w:rsid w:val="00A4752A"/>
    <w:rsid w:val="00A51176"/>
    <w:rsid w:val="00A52E1E"/>
    <w:rsid w:val="00A62B5E"/>
    <w:rsid w:val="00A64361"/>
    <w:rsid w:val="00A64D1F"/>
    <w:rsid w:val="00A80574"/>
    <w:rsid w:val="00A82753"/>
    <w:rsid w:val="00A86E19"/>
    <w:rsid w:val="00A919B6"/>
    <w:rsid w:val="00A93A88"/>
    <w:rsid w:val="00A97AD2"/>
    <w:rsid w:val="00AA014C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6ED8"/>
    <w:rsid w:val="00AD610A"/>
    <w:rsid w:val="00AE7FEC"/>
    <w:rsid w:val="00AF62D2"/>
    <w:rsid w:val="00AF6BC6"/>
    <w:rsid w:val="00B01CC1"/>
    <w:rsid w:val="00B0683C"/>
    <w:rsid w:val="00B07D50"/>
    <w:rsid w:val="00B109C4"/>
    <w:rsid w:val="00B11265"/>
    <w:rsid w:val="00B17EA5"/>
    <w:rsid w:val="00B26B16"/>
    <w:rsid w:val="00B2793F"/>
    <w:rsid w:val="00B301D5"/>
    <w:rsid w:val="00B346D1"/>
    <w:rsid w:val="00B40B16"/>
    <w:rsid w:val="00B418B5"/>
    <w:rsid w:val="00B43A0A"/>
    <w:rsid w:val="00B43ACE"/>
    <w:rsid w:val="00B538B3"/>
    <w:rsid w:val="00B65093"/>
    <w:rsid w:val="00B668E9"/>
    <w:rsid w:val="00B75504"/>
    <w:rsid w:val="00B77683"/>
    <w:rsid w:val="00B77D2D"/>
    <w:rsid w:val="00B84744"/>
    <w:rsid w:val="00B8794E"/>
    <w:rsid w:val="00B909F4"/>
    <w:rsid w:val="00B90F7E"/>
    <w:rsid w:val="00BA031A"/>
    <w:rsid w:val="00BA6786"/>
    <w:rsid w:val="00BB24A4"/>
    <w:rsid w:val="00BB31C2"/>
    <w:rsid w:val="00BB32D7"/>
    <w:rsid w:val="00BB4240"/>
    <w:rsid w:val="00BC25E5"/>
    <w:rsid w:val="00BD6840"/>
    <w:rsid w:val="00BE0B9A"/>
    <w:rsid w:val="00BE502B"/>
    <w:rsid w:val="00BF1EC7"/>
    <w:rsid w:val="00C015CB"/>
    <w:rsid w:val="00C07D0D"/>
    <w:rsid w:val="00C10E4B"/>
    <w:rsid w:val="00C27A03"/>
    <w:rsid w:val="00C318FF"/>
    <w:rsid w:val="00C3759C"/>
    <w:rsid w:val="00C41512"/>
    <w:rsid w:val="00C47554"/>
    <w:rsid w:val="00C478B5"/>
    <w:rsid w:val="00C57A31"/>
    <w:rsid w:val="00C61332"/>
    <w:rsid w:val="00C61C3D"/>
    <w:rsid w:val="00C63C1D"/>
    <w:rsid w:val="00C65D11"/>
    <w:rsid w:val="00C707C5"/>
    <w:rsid w:val="00C7440A"/>
    <w:rsid w:val="00C80563"/>
    <w:rsid w:val="00C81A8F"/>
    <w:rsid w:val="00C9620D"/>
    <w:rsid w:val="00C9774A"/>
    <w:rsid w:val="00CA4085"/>
    <w:rsid w:val="00CB1D60"/>
    <w:rsid w:val="00CB7ADB"/>
    <w:rsid w:val="00CC717B"/>
    <w:rsid w:val="00CC7FA7"/>
    <w:rsid w:val="00CD0A64"/>
    <w:rsid w:val="00CD6A84"/>
    <w:rsid w:val="00CD76B2"/>
    <w:rsid w:val="00CE5FAF"/>
    <w:rsid w:val="00CE69AA"/>
    <w:rsid w:val="00CF1181"/>
    <w:rsid w:val="00CF4554"/>
    <w:rsid w:val="00D024E9"/>
    <w:rsid w:val="00D034B0"/>
    <w:rsid w:val="00D0408C"/>
    <w:rsid w:val="00D12337"/>
    <w:rsid w:val="00D15598"/>
    <w:rsid w:val="00D225B5"/>
    <w:rsid w:val="00D266DC"/>
    <w:rsid w:val="00D32BB5"/>
    <w:rsid w:val="00D34472"/>
    <w:rsid w:val="00D3468C"/>
    <w:rsid w:val="00D50084"/>
    <w:rsid w:val="00D5070F"/>
    <w:rsid w:val="00D64DBD"/>
    <w:rsid w:val="00D6673A"/>
    <w:rsid w:val="00D676F8"/>
    <w:rsid w:val="00D77D70"/>
    <w:rsid w:val="00D87860"/>
    <w:rsid w:val="00D949AF"/>
    <w:rsid w:val="00D9793C"/>
    <w:rsid w:val="00DA66A9"/>
    <w:rsid w:val="00DB0408"/>
    <w:rsid w:val="00DB295C"/>
    <w:rsid w:val="00DB3E3F"/>
    <w:rsid w:val="00DB4310"/>
    <w:rsid w:val="00DB531A"/>
    <w:rsid w:val="00DB63B8"/>
    <w:rsid w:val="00DB7212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715D"/>
    <w:rsid w:val="00DE7BDF"/>
    <w:rsid w:val="00DF09A4"/>
    <w:rsid w:val="00DF1D4B"/>
    <w:rsid w:val="00DF61C6"/>
    <w:rsid w:val="00E02729"/>
    <w:rsid w:val="00E05126"/>
    <w:rsid w:val="00E13D96"/>
    <w:rsid w:val="00E24CC0"/>
    <w:rsid w:val="00E25EF3"/>
    <w:rsid w:val="00E2677E"/>
    <w:rsid w:val="00E270F3"/>
    <w:rsid w:val="00E36F59"/>
    <w:rsid w:val="00E415C8"/>
    <w:rsid w:val="00E41673"/>
    <w:rsid w:val="00E43492"/>
    <w:rsid w:val="00E531AF"/>
    <w:rsid w:val="00E5396A"/>
    <w:rsid w:val="00E542F0"/>
    <w:rsid w:val="00E75AE4"/>
    <w:rsid w:val="00E77A1A"/>
    <w:rsid w:val="00E918E0"/>
    <w:rsid w:val="00E93BEF"/>
    <w:rsid w:val="00E95F9E"/>
    <w:rsid w:val="00EA39F2"/>
    <w:rsid w:val="00EA3E57"/>
    <w:rsid w:val="00EA44F5"/>
    <w:rsid w:val="00EA772B"/>
    <w:rsid w:val="00EC3365"/>
    <w:rsid w:val="00EC4E40"/>
    <w:rsid w:val="00ED13B9"/>
    <w:rsid w:val="00ED23FA"/>
    <w:rsid w:val="00ED43E3"/>
    <w:rsid w:val="00ED6A31"/>
    <w:rsid w:val="00EE12DF"/>
    <w:rsid w:val="00EE1DDB"/>
    <w:rsid w:val="00EE4A16"/>
    <w:rsid w:val="00EE50B5"/>
    <w:rsid w:val="00EE67A8"/>
    <w:rsid w:val="00F00468"/>
    <w:rsid w:val="00F0124E"/>
    <w:rsid w:val="00F0392C"/>
    <w:rsid w:val="00F03DA1"/>
    <w:rsid w:val="00F104AC"/>
    <w:rsid w:val="00F12F44"/>
    <w:rsid w:val="00F17025"/>
    <w:rsid w:val="00F25CE2"/>
    <w:rsid w:val="00F32B30"/>
    <w:rsid w:val="00F37471"/>
    <w:rsid w:val="00F470DB"/>
    <w:rsid w:val="00F47635"/>
    <w:rsid w:val="00F47E33"/>
    <w:rsid w:val="00F51938"/>
    <w:rsid w:val="00F54390"/>
    <w:rsid w:val="00F54BB0"/>
    <w:rsid w:val="00F54F9D"/>
    <w:rsid w:val="00F578D4"/>
    <w:rsid w:val="00F6206B"/>
    <w:rsid w:val="00F644EB"/>
    <w:rsid w:val="00F64D41"/>
    <w:rsid w:val="00F66934"/>
    <w:rsid w:val="00F717BE"/>
    <w:rsid w:val="00F82484"/>
    <w:rsid w:val="00F85FB1"/>
    <w:rsid w:val="00F92EF1"/>
    <w:rsid w:val="00FA166C"/>
    <w:rsid w:val="00FA3C38"/>
    <w:rsid w:val="00FA7E2C"/>
    <w:rsid w:val="00FC1454"/>
    <w:rsid w:val="00FC1BE8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612942"/>
    <w:pPr>
      <w:keepNext/>
      <w:pageBreakBefore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181BA9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paragraph" w:customStyle="1" w:styleId="Text1">
    <w:name w:val="Text1"/>
    <w:basedOn w:val="Textkrper"/>
    <w:link w:val="Text1Zchn"/>
    <w:rsid w:val="00B418B5"/>
    <w:pPr>
      <w:spacing w:after="0"/>
    </w:pPr>
    <w:rPr>
      <w:lang w:eastAsia="fr-CH"/>
    </w:rPr>
  </w:style>
  <w:style w:type="character" w:customStyle="1" w:styleId="Text1Zchn">
    <w:name w:val="Text1 Zchn"/>
    <w:basedOn w:val="TextkrperZchn"/>
    <w:link w:val="Text1"/>
    <w:rsid w:val="00B418B5"/>
    <w:rPr>
      <w:rFonts w:ascii="Arial" w:hAnsi="Arial"/>
      <w:sz w:val="22"/>
      <w:lang w:eastAsia="fr-CH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418B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418B5"/>
    <w:rPr>
      <w:rFonts w:ascii="Arial" w:hAnsi="Arial"/>
      <w:sz w:val="22"/>
      <w:lang w:eastAsia="de-DE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130775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130775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130775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12_Submission\Ing_Subm_Dok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148DA00457824EA85DDB6A8E8F551C" ma:contentTypeVersion="11" ma:contentTypeDescription="Ein neues Dokument erstellen." ma:contentTypeScope="" ma:versionID="55c5cd7a95280f0871b53f91ce7b75bf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63a4aeeb398ec394d1cd5ab32155ed3d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451360-E464-4643-BBAD-B13C0F3856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8DAE30-8CFD-448A-9909-5CD0228C7B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3DAD50-4E6C-4246-A27E-22B2DD7DCD98}">
  <ds:schemaRefs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3b5ab623-3b44-4715-9ecf-8e9c542c2522"/>
    <ds:schemaRef ds:uri="http://schemas.microsoft.com/office/infopath/2007/PartnerControls"/>
    <ds:schemaRef ds:uri="b1566e0e-cb7e-43d9-bcd7-aeb4d7e7cd7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878C44E-13E6-46E7-998D-D846B3D30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Ing_Subm_DokA.dot</Template>
  <TotalTime>0</TotalTime>
  <Pages>6</Pages>
  <Words>507</Words>
  <Characters>5277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5773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2021-09-10T19:17:00Z</cp:lastPrinted>
  <dcterms:created xsi:type="dcterms:W3CDTF">2025-03-24T14:05:00Z</dcterms:created>
  <dcterms:modified xsi:type="dcterms:W3CDTF">2025-03-24T14:05:00Z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Intern</vt:lpwstr>
  </property>
  <property fmtid="{D5CDD505-2E9C-101B-9397-08002B2CF9AE}" pid="5" name="ContentTypeId">
    <vt:lpwstr>0x0101006A148DA00457824EA85DDB6A8E8F551C</vt:lpwstr>
  </property>
  <property fmtid="{D5CDD505-2E9C-101B-9397-08002B2CF9AE}" pid="6" name="MediaServiceImageTags">
    <vt:lpwstr/>
  </property>
</Properties>
</file>